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18" w:rsidRPr="005E1047" w:rsidRDefault="00616D18" w:rsidP="005E1047">
      <w:pPr>
        <w:rPr>
          <w:b/>
          <w:sz w:val="28"/>
          <w:szCs w:val="28"/>
          <w:lang w:val="en-US"/>
        </w:rPr>
      </w:pPr>
    </w:p>
    <w:p w:rsidR="00D5104B" w:rsidRDefault="00D5104B" w:rsidP="00D510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Надання субсидій населенню Сумської області </w:t>
      </w:r>
    </w:p>
    <w:p w:rsidR="00D5104B" w:rsidRDefault="00D5104B" w:rsidP="00D5104B">
      <w:pPr>
        <w:pStyle w:val="21"/>
        <w:spacing w:line="140" w:lineRule="exact"/>
        <w:ind w:left="0" w:firstLine="540"/>
        <w:jc w:val="both"/>
        <w:rPr>
          <w:sz w:val="28"/>
          <w:szCs w:val="28"/>
          <w:lang w:val="uk-UA"/>
        </w:rPr>
      </w:pPr>
    </w:p>
    <w:p w:rsidR="00D5104B" w:rsidRPr="0042215C" w:rsidRDefault="00D5104B" w:rsidP="00A110C3">
      <w:pPr>
        <w:pStyle w:val="a8"/>
        <w:tabs>
          <w:tab w:val="left" w:pos="567"/>
        </w:tabs>
        <w:spacing w:after="0"/>
        <w:ind w:left="0" w:right="56" w:firstLine="851"/>
        <w:jc w:val="both"/>
        <w:rPr>
          <w:sz w:val="28"/>
          <w:szCs w:val="28"/>
          <w:lang w:val="uk-UA"/>
        </w:rPr>
      </w:pPr>
      <w:r w:rsidRPr="0042215C">
        <w:rPr>
          <w:sz w:val="28"/>
          <w:szCs w:val="28"/>
          <w:lang w:val="uk-UA"/>
        </w:rPr>
        <w:t>Головне управління статистики у Сумській області повідомляє:</w:t>
      </w:r>
      <w:r w:rsidRPr="00DC6645">
        <w:rPr>
          <w:sz w:val="28"/>
          <w:szCs w:val="28"/>
          <w:lang w:val="uk-UA"/>
        </w:rPr>
        <w:t xml:space="preserve"> </w:t>
      </w:r>
      <w:r w:rsidRPr="0042215C">
        <w:rPr>
          <w:sz w:val="28"/>
          <w:szCs w:val="28"/>
          <w:lang w:val="uk-UA"/>
        </w:rPr>
        <w:br/>
        <w:t>у січні–</w:t>
      </w:r>
      <w:r w:rsidR="000E0848" w:rsidRPr="0042215C">
        <w:rPr>
          <w:sz w:val="28"/>
          <w:szCs w:val="28"/>
          <w:lang w:val="uk-UA"/>
        </w:rPr>
        <w:t>листопаді</w:t>
      </w:r>
      <w:r w:rsidRPr="0042215C">
        <w:rPr>
          <w:sz w:val="28"/>
          <w:szCs w:val="28"/>
          <w:lang w:val="uk-UA"/>
        </w:rPr>
        <w:t xml:space="preserve"> 2017р. </w:t>
      </w:r>
      <w:r w:rsidRPr="00DC6645">
        <w:rPr>
          <w:sz w:val="28"/>
          <w:szCs w:val="28"/>
          <w:lang w:val="uk-UA"/>
        </w:rPr>
        <w:t xml:space="preserve">державна </w:t>
      </w:r>
      <w:r w:rsidRPr="0042215C">
        <w:rPr>
          <w:sz w:val="28"/>
          <w:szCs w:val="28"/>
          <w:lang w:val="uk-UA"/>
        </w:rPr>
        <w:t xml:space="preserve">субсидована підтримка була призначена </w:t>
      </w:r>
      <w:r w:rsidR="00C36B57" w:rsidRPr="0042215C">
        <w:rPr>
          <w:sz w:val="28"/>
          <w:szCs w:val="28"/>
          <w:lang w:val="uk-UA"/>
        </w:rPr>
        <w:br/>
      </w:r>
      <w:r w:rsidR="00D422B5" w:rsidRPr="00DC6645">
        <w:rPr>
          <w:sz w:val="28"/>
          <w:szCs w:val="28"/>
          <w:lang w:val="uk-UA"/>
        </w:rPr>
        <w:t>3</w:t>
      </w:r>
      <w:r w:rsidR="000E0848" w:rsidRPr="0042215C">
        <w:rPr>
          <w:sz w:val="28"/>
          <w:szCs w:val="28"/>
          <w:lang w:val="uk-UA"/>
        </w:rPr>
        <w:t>65</w:t>
      </w:r>
      <w:r w:rsidRPr="0042215C">
        <w:rPr>
          <w:sz w:val="28"/>
          <w:szCs w:val="28"/>
          <w:lang w:val="uk-UA"/>
        </w:rPr>
        <w:t>,</w:t>
      </w:r>
      <w:r w:rsidR="000E0848" w:rsidRPr="0042215C">
        <w:rPr>
          <w:sz w:val="28"/>
          <w:szCs w:val="28"/>
          <w:lang w:val="uk-UA"/>
        </w:rPr>
        <w:t>1</w:t>
      </w:r>
      <w:r w:rsidRPr="0042215C">
        <w:rPr>
          <w:sz w:val="28"/>
          <w:szCs w:val="28"/>
          <w:lang w:val="uk-UA"/>
        </w:rPr>
        <w:t xml:space="preserve"> </w:t>
      </w:r>
      <w:r w:rsidRPr="00DC6645">
        <w:rPr>
          <w:sz w:val="28"/>
          <w:szCs w:val="28"/>
          <w:lang w:val="uk-UA"/>
        </w:rPr>
        <w:t>тис.</w:t>
      </w:r>
      <w:r w:rsidR="00D530E7">
        <w:rPr>
          <w:sz w:val="28"/>
          <w:szCs w:val="28"/>
          <w:lang w:val="uk-UA"/>
        </w:rPr>
        <w:t xml:space="preserve"> сімей</w:t>
      </w:r>
      <w:r w:rsidRPr="00DC6645">
        <w:rPr>
          <w:sz w:val="28"/>
          <w:szCs w:val="28"/>
          <w:lang w:val="uk-UA"/>
        </w:rPr>
        <w:t xml:space="preserve"> </w:t>
      </w:r>
      <w:r w:rsidR="00DC6645" w:rsidRPr="00DC6645">
        <w:rPr>
          <w:sz w:val="28"/>
          <w:szCs w:val="28"/>
          <w:lang w:val="uk-UA"/>
        </w:rPr>
        <w:t xml:space="preserve">на </w:t>
      </w:r>
      <w:r w:rsidR="00DC6645">
        <w:rPr>
          <w:sz w:val="28"/>
          <w:szCs w:val="28"/>
          <w:lang w:val="uk-UA"/>
        </w:rPr>
        <w:t>з</w:t>
      </w:r>
      <w:r w:rsidRPr="00DC6645">
        <w:rPr>
          <w:sz w:val="28"/>
          <w:szCs w:val="28"/>
          <w:lang w:val="uk-UA"/>
        </w:rPr>
        <w:t>агальн</w:t>
      </w:r>
      <w:r w:rsidR="00D64B89">
        <w:rPr>
          <w:sz w:val="28"/>
          <w:szCs w:val="28"/>
          <w:lang w:val="uk-UA"/>
        </w:rPr>
        <w:t>у</w:t>
      </w:r>
      <w:r w:rsidRPr="0042215C">
        <w:rPr>
          <w:sz w:val="28"/>
          <w:szCs w:val="28"/>
          <w:lang w:val="uk-UA"/>
        </w:rPr>
        <w:t xml:space="preserve"> сум</w:t>
      </w:r>
      <w:r w:rsidR="00DC6645">
        <w:rPr>
          <w:sz w:val="28"/>
          <w:szCs w:val="28"/>
          <w:lang w:val="uk-UA"/>
        </w:rPr>
        <w:t>у</w:t>
      </w:r>
      <w:r w:rsidRPr="0042215C">
        <w:rPr>
          <w:sz w:val="28"/>
          <w:szCs w:val="28"/>
          <w:lang w:val="uk-UA"/>
        </w:rPr>
        <w:t xml:space="preserve"> майже </w:t>
      </w:r>
      <w:r w:rsidR="00D422B5" w:rsidRPr="0042215C">
        <w:rPr>
          <w:sz w:val="28"/>
          <w:szCs w:val="28"/>
          <w:lang w:val="uk-UA"/>
        </w:rPr>
        <w:t>12</w:t>
      </w:r>
      <w:r w:rsidR="000E0848" w:rsidRPr="0042215C">
        <w:rPr>
          <w:sz w:val="28"/>
          <w:szCs w:val="28"/>
          <w:lang w:val="uk-UA"/>
        </w:rPr>
        <w:t>6</w:t>
      </w:r>
      <w:r w:rsidRPr="0042215C">
        <w:rPr>
          <w:sz w:val="28"/>
          <w:szCs w:val="28"/>
          <w:lang w:val="uk-UA"/>
        </w:rPr>
        <w:t xml:space="preserve"> млн.грн. </w:t>
      </w:r>
      <w:r w:rsidR="00D422B5" w:rsidRPr="0042215C">
        <w:rPr>
          <w:sz w:val="28"/>
          <w:szCs w:val="28"/>
          <w:lang w:val="uk-UA"/>
        </w:rPr>
        <w:t>С</w:t>
      </w:r>
      <w:r w:rsidRPr="0042215C">
        <w:rPr>
          <w:sz w:val="28"/>
          <w:szCs w:val="28"/>
          <w:lang w:val="uk-UA"/>
        </w:rPr>
        <w:t>ередній розмір призначеної</w:t>
      </w:r>
      <w:r w:rsidR="00484650" w:rsidRPr="0042215C">
        <w:rPr>
          <w:sz w:val="28"/>
          <w:szCs w:val="28"/>
          <w:lang w:val="uk-UA"/>
        </w:rPr>
        <w:t xml:space="preserve"> </w:t>
      </w:r>
      <w:r w:rsidRPr="0042215C">
        <w:rPr>
          <w:sz w:val="28"/>
          <w:szCs w:val="28"/>
          <w:lang w:val="uk-UA"/>
        </w:rPr>
        <w:t>субсидії на одне домогосподарство</w:t>
      </w:r>
      <w:r w:rsidR="002A6A2D" w:rsidRPr="0042215C">
        <w:rPr>
          <w:sz w:val="28"/>
          <w:szCs w:val="28"/>
          <w:lang w:val="uk-UA"/>
        </w:rPr>
        <w:t xml:space="preserve"> </w:t>
      </w:r>
      <w:r w:rsidRPr="0042215C">
        <w:rPr>
          <w:sz w:val="28"/>
          <w:szCs w:val="28"/>
          <w:lang w:val="uk-UA"/>
        </w:rPr>
        <w:t xml:space="preserve">у </w:t>
      </w:r>
      <w:r w:rsidR="000E0848" w:rsidRPr="0042215C">
        <w:rPr>
          <w:sz w:val="28"/>
          <w:szCs w:val="28"/>
          <w:lang w:val="uk-UA"/>
        </w:rPr>
        <w:t>листопаді</w:t>
      </w:r>
      <w:r w:rsidRPr="0042215C">
        <w:rPr>
          <w:sz w:val="28"/>
          <w:szCs w:val="28"/>
          <w:lang w:val="uk-UA"/>
        </w:rPr>
        <w:t xml:space="preserve"> п</w:t>
      </w:r>
      <w:r w:rsidR="00C36B57" w:rsidRPr="00DC6645">
        <w:rPr>
          <w:sz w:val="28"/>
          <w:szCs w:val="28"/>
          <w:lang w:val="uk-UA"/>
        </w:rPr>
        <w:t xml:space="preserve">оточного </w:t>
      </w:r>
      <w:r w:rsidR="00C36B57" w:rsidRPr="0042215C">
        <w:rPr>
          <w:sz w:val="28"/>
          <w:szCs w:val="28"/>
          <w:lang w:val="uk-UA"/>
        </w:rPr>
        <w:t>року</w:t>
      </w:r>
      <w:r w:rsidRPr="0042215C">
        <w:rPr>
          <w:sz w:val="28"/>
          <w:szCs w:val="28"/>
          <w:lang w:val="uk-UA"/>
        </w:rPr>
        <w:t xml:space="preserve"> с</w:t>
      </w:r>
      <w:r w:rsidR="00DC6645">
        <w:rPr>
          <w:sz w:val="28"/>
          <w:szCs w:val="28"/>
          <w:lang w:val="uk-UA"/>
        </w:rPr>
        <w:t>тановив</w:t>
      </w:r>
      <w:r w:rsidRPr="0042215C">
        <w:rPr>
          <w:sz w:val="28"/>
          <w:szCs w:val="28"/>
          <w:lang w:val="uk-UA"/>
        </w:rPr>
        <w:t xml:space="preserve"> </w:t>
      </w:r>
      <w:r w:rsidR="000E0848" w:rsidRPr="0042215C">
        <w:rPr>
          <w:sz w:val="28"/>
          <w:szCs w:val="28"/>
          <w:lang w:val="uk-UA"/>
        </w:rPr>
        <w:t>475</w:t>
      </w:r>
      <w:r w:rsidRPr="0042215C">
        <w:rPr>
          <w:sz w:val="28"/>
          <w:szCs w:val="28"/>
          <w:lang w:val="uk-UA"/>
        </w:rPr>
        <w:t xml:space="preserve"> грн проти </w:t>
      </w:r>
      <w:r w:rsidR="000E0848" w:rsidRPr="0042215C">
        <w:rPr>
          <w:sz w:val="28"/>
          <w:szCs w:val="28"/>
          <w:lang w:val="uk-UA"/>
        </w:rPr>
        <w:t>11</w:t>
      </w:r>
      <w:r w:rsidR="00A110C3" w:rsidRPr="00DC6645">
        <w:rPr>
          <w:sz w:val="28"/>
          <w:szCs w:val="28"/>
          <w:lang w:val="uk-UA"/>
        </w:rPr>
        <w:t>40</w:t>
      </w:r>
      <w:r w:rsidRPr="0042215C">
        <w:rPr>
          <w:sz w:val="28"/>
          <w:szCs w:val="28"/>
          <w:lang w:val="uk-UA"/>
        </w:rPr>
        <w:t xml:space="preserve"> грн торік. Найбільший цей показник</w:t>
      </w:r>
      <w:r w:rsidR="00C36B57" w:rsidRPr="0042215C">
        <w:rPr>
          <w:sz w:val="28"/>
          <w:szCs w:val="28"/>
          <w:lang w:val="uk-UA"/>
        </w:rPr>
        <w:t xml:space="preserve"> </w:t>
      </w:r>
      <w:r w:rsidR="00D530E7">
        <w:rPr>
          <w:sz w:val="28"/>
          <w:szCs w:val="28"/>
          <w:lang w:val="uk-UA"/>
        </w:rPr>
        <w:br/>
      </w:r>
      <w:r w:rsidRPr="0042215C">
        <w:rPr>
          <w:sz w:val="28"/>
          <w:szCs w:val="28"/>
          <w:lang w:val="uk-UA"/>
        </w:rPr>
        <w:t xml:space="preserve">у </w:t>
      </w:r>
      <w:r w:rsidR="003B01CD" w:rsidRPr="0042215C">
        <w:rPr>
          <w:sz w:val="28"/>
          <w:szCs w:val="28"/>
          <w:lang w:val="uk-UA"/>
        </w:rPr>
        <w:t>Шостк</w:t>
      </w:r>
      <w:r w:rsidR="00A110C3" w:rsidRPr="0042215C">
        <w:rPr>
          <w:sz w:val="28"/>
          <w:szCs w:val="28"/>
          <w:lang w:val="uk-UA"/>
        </w:rPr>
        <w:t>и</w:t>
      </w:r>
      <w:r w:rsidR="003B01CD" w:rsidRPr="0042215C">
        <w:rPr>
          <w:sz w:val="28"/>
          <w:szCs w:val="28"/>
          <w:lang w:val="uk-UA"/>
        </w:rPr>
        <w:t>н</w:t>
      </w:r>
      <w:r w:rsidR="002A6A2D" w:rsidRPr="0042215C">
        <w:rPr>
          <w:sz w:val="28"/>
          <w:szCs w:val="28"/>
          <w:lang w:val="uk-UA"/>
        </w:rPr>
        <w:t>ському район</w:t>
      </w:r>
      <w:r w:rsidR="003B01CD" w:rsidRPr="0042215C">
        <w:rPr>
          <w:sz w:val="28"/>
          <w:szCs w:val="28"/>
          <w:lang w:val="uk-UA"/>
        </w:rPr>
        <w:t>і та м</w:t>
      </w:r>
      <w:r w:rsidR="00A110C3" w:rsidRPr="0042215C">
        <w:rPr>
          <w:sz w:val="28"/>
          <w:szCs w:val="28"/>
          <w:lang w:val="uk-UA"/>
        </w:rPr>
        <w:t>.</w:t>
      </w:r>
      <w:r w:rsidR="003B01CD" w:rsidRPr="0042215C">
        <w:rPr>
          <w:sz w:val="28"/>
          <w:szCs w:val="28"/>
          <w:lang w:val="uk-UA"/>
        </w:rPr>
        <w:t>Лебедин</w:t>
      </w:r>
      <w:r w:rsidR="002A6A2D" w:rsidRPr="0042215C">
        <w:rPr>
          <w:sz w:val="28"/>
          <w:szCs w:val="28"/>
          <w:lang w:val="uk-UA"/>
        </w:rPr>
        <w:t xml:space="preserve"> (</w:t>
      </w:r>
      <w:r w:rsidR="003B01CD" w:rsidRPr="0042215C">
        <w:rPr>
          <w:sz w:val="28"/>
          <w:szCs w:val="28"/>
          <w:lang w:val="uk-UA"/>
        </w:rPr>
        <w:t>885</w:t>
      </w:r>
      <w:r w:rsidRPr="0042215C">
        <w:rPr>
          <w:sz w:val="28"/>
          <w:szCs w:val="28"/>
          <w:lang w:val="uk-UA"/>
        </w:rPr>
        <w:t xml:space="preserve"> грн та </w:t>
      </w:r>
      <w:r w:rsidR="002A6A2D" w:rsidRPr="0042215C">
        <w:rPr>
          <w:sz w:val="28"/>
          <w:szCs w:val="28"/>
          <w:lang w:val="uk-UA"/>
        </w:rPr>
        <w:t>6</w:t>
      </w:r>
      <w:r w:rsidR="003B01CD" w:rsidRPr="0042215C">
        <w:rPr>
          <w:sz w:val="28"/>
          <w:szCs w:val="28"/>
          <w:lang w:val="uk-UA"/>
        </w:rPr>
        <w:t>73</w:t>
      </w:r>
      <w:r w:rsidRPr="0042215C">
        <w:rPr>
          <w:sz w:val="28"/>
          <w:szCs w:val="28"/>
          <w:lang w:val="uk-UA"/>
        </w:rPr>
        <w:t xml:space="preserve"> грн відповідно); найменший</w:t>
      </w:r>
      <w:r w:rsidR="00D530E7">
        <w:rPr>
          <w:sz w:val="28"/>
          <w:szCs w:val="28"/>
          <w:lang w:val="uk-UA"/>
        </w:rPr>
        <w:t xml:space="preserve"> – </w:t>
      </w:r>
      <w:r w:rsidRPr="0042215C">
        <w:rPr>
          <w:sz w:val="28"/>
          <w:szCs w:val="28"/>
          <w:lang w:val="uk-UA"/>
        </w:rPr>
        <w:t xml:space="preserve">у </w:t>
      </w:r>
      <w:r w:rsidR="003B01CD" w:rsidRPr="0042215C">
        <w:rPr>
          <w:sz w:val="28"/>
          <w:szCs w:val="28"/>
          <w:lang w:val="uk-UA"/>
        </w:rPr>
        <w:t xml:space="preserve">Великописарівському </w:t>
      </w:r>
      <w:r w:rsidR="002A6A2D" w:rsidRPr="0042215C">
        <w:rPr>
          <w:sz w:val="28"/>
          <w:szCs w:val="28"/>
          <w:lang w:val="uk-UA"/>
        </w:rPr>
        <w:t xml:space="preserve">та </w:t>
      </w:r>
      <w:r w:rsidR="003B01CD" w:rsidRPr="0042215C">
        <w:rPr>
          <w:sz w:val="28"/>
          <w:szCs w:val="28"/>
          <w:lang w:val="uk-UA"/>
        </w:rPr>
        <w:t>Тростянецькому</w:t>
      </w:r>
      <w:r w:rsidR="00797EA0" w:rsidRPr="0042215C">
        <w:rPr>
          <w:sz w:val="28"/>
          <w:szCs w:val="28"/>
          <w:lang w:val="uk-UA"/>
        </w:rPr>
        <w:t xml:space="preserve"> районах </w:t>
      </w:r>
      <w:r w:rsidR="002A6A2D" w:rsidRPr="0042215C">
        <w:rPr>
          <w:sz w:val="28"/>
          <w:szCs w:val="28"/>
          <w:lang w:val="uk-UA"/>
        </w:rPr>
        <w:t>(</w:t>
      </w:r>
      <w:r w:rsidR="00797EA0" w:rsidRPr="0042215C">
        <w:rPr>
          <w:sz w:val="28"/>
          <w:szCs w:val="28"/>
          <w:lang w:val="uk-UA"/>
        </w:rPr>
        <w:t>21</w:t>
      </w:r>
      <w:r w:rsidR="007E1F54" w:rsidRPr="0042215C">
        <w:rPr>
          <w:sz w:val="28"/>
          <w:szCs w:val="28"/>
          <w:lang w:val="uk-UA"/>
        </w:rPr>
        <w:t>7</w:t>
      </w:r>
      <w:r w:rsidR="002A6A2D" w:rsidRPr="0042215C">
        <w:rPr>
          <w:sz w:val="28"/>
          <w:szCs w:val="28"/>
          <w:lang w:val="uk-UA"/>
        </w:rPr>
        <w:t xml:space="preserve"> грн та </w:t>
      </w:r>
      <w:r w:rsidR="00797EA0" w:rsidRPr="0042215C">
        <w:rPr>
          <w:sz w:val="28"/>
          <w:szCs w:val="28"/>
          <w:lang w:val="uk-UA"/>
        </w:rPr>
        <w:t>245</w:t>
      </w:r>
      <w:r w:rsidRPr="0042215C">
        <w:rPr>
          <w:sz w:val="28"/>
          <w:szCs w:val="28"/>
          <w:lang w:val="uk-UA"/>
        </w:rPr>
        <w:t xml:space="preserve"> грн </w:t>
      </w:r>
      <w:r w:rsidR="00616D18" w:rsidRPr="0042215C">
        <w:rPr>
          <w:sz w:val="28"/>
          <w:szCs w:val="28"/>
          <w:lang w:val="uk-UA"/>
        </w:rPr>
        <w:t>від</w:t>
      </w:r>
      <w:r w:rsidRPr="0042215C">
        <w:rPr>
          <w:sz w:val="28"/>
          <w:szCs w:val="28"/>
          <w:lang w:val="uk-UA"/>
        </w:rPr>
        <w:t>повідно).</w:t>
      </w:r>
    </w:p>
    <w:p w:rsidR="00D5104B" w:rsidRPr="0042215C" w:rsidRDefault="00D5104B" w:rsidP="00D5104B">
      <w:pPr>
        <w:pStyle w:val="a8"/>
        <w:tabs>
          <w:tab w:val="left" w:pos="567"/>
        </w:tabs>
        <w:spacing w:after="0"/>
        <w:ind w:left="0" w:right="56" w:firstLine="851"/>
        <w:jc w:val="both"/>
        <w:rPr>
          <w:sz w:val="8"/>
          <w:szCs w:val="8"/>
          <w:lang w:val="uk-UA"/>
        </w:rPr>
      </w:pPr>
    </w:p>
    <w:p w:rsidR="00D5104B" w:rsidRPr="0042215C" w:rsidRDefault="00D5104B" w:rsidP="00D5104B">
      <w:pPr>
        <w:pStyle w:val="a8"/>
        <w:tabs>
          <w:tab w:val="left" w:pos="567"/>
        </w:tabs>
        <w:spacing w:after="0"/>
        <w:ind w:left="0" w:right="56" w:firstLine="851"/>
        <w:jc w:val="both"/>
        <w:rPr>
          <w:sz w:val="28"/>
          <w:szCs w:val="28"/>
          <w:lang w:val="uk-UA"/>
        </w:rPr>
      </w:pPr>
      <w:r w:rsidRPr="0042215C">
        <w:rPr>
          <w:sz w:val="28"/>
          <w:szCs w:val="28"/>
          <w:lang w:val="uk-UA"/>
        </w:rPr>
        <w:t xml:space="preserve">Крім того, </w:t>
      </w:r>
      <w:r w:rsidR="00D530E7">
        <w:rPr>
          <w:sz w:val="28"/>
          <w:szCs w:val="28"/>
          <w:lang w:val="uk-UA"/>
        </w:rPr>
        <w:t>упродовж</w:t>
      </w:r>
      <w:r w:rsidRPr="0042215C">
        <w:rPr>
          <w:sz w:val="28"/>
          <w:szCs w:val="28"/>
          <w:lang w:val="uk-UA"/>
        </w:rPr>
        <w:t xml:space="preserve"> </w:t>
      </w:r>
      <w:r w:rsidR="000703F7" w:rsidRPr="0042215C">
        <w:rPr>
          <w:sz w:val="28"/>
          <w:szCs w:val="28"/>
          <w:lang w:val="uk-UA"/>
        </w:rPr>
        <w:t>1</w:t>
      </w:r>
      <w:r w:rsidR="00797EA0" w:rsidRPr="0042215C">
        <w:rPr>
          <w:sz w:val="28"/>
          <w:szCs w:val="28"/>
          <w:lang w:val="uk-UA"/>
        </w:rPr>
        <w:t>1</w:t>
      </w:r>
      <w:r w:rsidRPr="0042215C">
        <w:rPr>
          <w:sz w:val="28"/>
          <w:szCs w:val="28"/>
          <w:lang w:val="uk-UA"/>
        </w:rPr>
        <w:t xml:space="preserve"> місяців поточного року </w:t>
      </w:r>
      <w:r w:rsidR="00797EA0" w:rsidRPr="0042215C">
        <w:rPr>
          <w:sz w:val="28"/>
          <w:szCs w:val="28"/>
          <w:lang w:val="uk-UA"/>
        </w:rPr>
        <w:t>30</w:t>
      </w:r>
      <w:r w:rsidR="002A6A2D" w:rsidRPr="0042215C">
        <w:rPr>
          <w:sz w:val="28"/>
          <w:szCs w:val="28"/>
          <w:lang w:val="uk-UA"/>
        </w:rPr>
        <w:t>,</w:t>
      </w:r>
      <w:r w:rsidR="00797EA0" w:rsidRPr="0042215C">
        <w:rPr>
          <w:sz w:val="28"/>
          <w:szCs w:val="28"/>
          <w:lang w:val="uk-UA"/>
        </w:rPr>
        <w:t>1</w:t>
      </w:r>
      <w:r w:rsidRPr="0042215C">
        <w:rPr>
          <w:sz w:val="28"/>
          <w:szCs w:val="28"/>
          <w:lang w:val="uk-UA"/>
        </w:rPr>
        <w:t xml:space="preserve"> тис. сімей були призначені субсидії готівкою для відшкодування витрат на придбання скрапленого газу, твердого та рідкого пічного поб</w:t>
      </w:r>
      <w:r w:rsidR="002A6A2D" w:rsidRPr="0042215C">
        <w:rPr>
          <w:sz w:val="28"/>
          <w:szCs w:val="28"/>
          <w:lang w:val="uk-UA"/>
        </w:rPr>
        <w:t xml:space="preserve">утового палива на загальну суму </w:t>
      </w:r>
      <w:r w:rsidR="00D530E7">
        <w:rPr>
          <w:sz w:val="28"/>
          <w:szCs w:val="28"/>
          <w:lang w:val="uk-UA"/>
        </w:rPr>
        <w:t xml:space="preserve">понад </w:t>
      </w:r>
      <w:r w:rsidRPr="0042215C">
        <w:rPr>
          <w:sz w:val="28"/>
          <w:szCs w:val="28"/>
          <w:lang w:val="uk-UA"/>
        </w:rPr>
        <w:t>8</w:t>
      </w:r>
      <w:r w:rsidR="007E1F54" w:rsidRPr="0042215C">
        <w:rPr>
          <w:sz w:val="28"/>
          <w:szCs w:val="28"/>
          <w:lang w:val="uk-UA"/>
        </w:rPr>
        <w:t>4</w:t>
      </w:r>
      <w:r w:rsidRPr="0042215C">
        <w:rPr>
          <w:sz w:val="28"/>
          <w:szCs w:val="28"/>
          <w:lang w:val="uk-UA"/>
        </w:rPr>
        <w:t xml:space="preserve"> млн.грн. Середній розмір готівкової субсидії на одне домогосподарство у </w:t>
      </w:r>
      <w:r w:rsidR="00797EA0" w:rsidRPr="0042215C">
        <w:rPr>
          <w:sz w:val="28"/>
          <w:szCs w:val="28"/>
          <w:lang w:val="uk-UA"/>
        </w:rPr>
        <w:t>листопаді</w:t>
      </w:r>
      <w:r w:rsidRPr="0042215C">
        <w:rPr>
          <w:sz w:val="28"/>
          <w:szCs w:val="28"/>
          <w:lang w:val="uk-UA"/>
        </w:rPr>
        <w:t xml:space="preserve"> 2017р. склав </w:t>
      </w:r>
      <w:r w:rsidR="00797EA0" w:rsidRPr="0042215C">
        <w:rPr>
          <w:sz w:val="28"/>
          <w:szCs w:val="28"/>
          <w:lang w:val="uk-UA"/>
        </w:rPr>
        <w:t>2645</w:t>
      </w:r>
      <w:r w:rsidRPr="0042215C">
        <w:rPr>
          <w:sz w:val="28"/>
          <w:szCs w:val="28"/>
          <w:lang w:val="uk-UA"/>
        </w:rPr>
        <w:t xml:space="preserve"> грн. Серед районів Сумщини найвищий цей показник у</w:t>
      </w:r>
      <w:r w:rsidR="00797EA0" w:rsidRPr="0042215C">
        <w:rPr>
          <w:sz w:val="28"/>
          <w:szCs w:val="28"/>
          <w:lang w:val="uk-UA"/>
        </w:rPr>
        <w:t xml:space="preserve"> Ямпільському районі</w:t>
      </w:r>
      <w:r w:rsidRPr="0042215C">
        <w:rPr>
          <w:sz w:val="28"/>
          <w:szCs w:val="28"/>
          <w:lang w:val="uk-UA"/>
        </w:rPr>
        <w:t xml:space="preserve"> (3</w:t>
      </w:r>
      <w:r w:rsidR="00797EA0" w:rsidRPr="0042215C">
        <w:rPr>
          <w:sz w:val="28"/>
          <w:szCs w:val="28"/>
          <w:lang w:val="uk-UA"/>
        </w:rPr>
        <w:t xml:space="preserve">285 </w:t>
      </w:r>
      <w:r w:rsidRPr="0042215C">
        <w:rPr>
          <w:sz w:val="28"/>
          <w:szCs w:val="28"/>
          <w:lang w:val="uk-UA"/>
        </w:rPr>
        <w:t xml:space="preserve">грн), найнижчий – </w:t>
      </w:r>
      <w:r w:rsidR="00D530E7">
        <w:rPr>
          <w:sz w:val="28"/>
          <w:szCs w:val="28"/>
          <w:lang w:val="uk-UA"/>
        </w:rPr>
        <w:br/>
      </w:r>
      <w:r w:rsidRPr="0042215C">
        <w:rPr>
          <w:sz w:val="28"/>
          <w:szCs w:val="28"/>
          <w:lang w:val="uk-UA"/>
        </w:rPr>
        <w:t xml:space="preserve">у </w:t>
      </w:r>
      <w:r w:rsidR="00797EA0" w:rsidRPr="0042215C">
        <w:rPr>
          <w:sz w:val="28"/>
          <w:szCs w:val="28"/>
          <w:lang w:val="uk-UA"/>
        </w:rPr>
        <w:t>Середино-Будському</w:t>
      </w:r>
      <w:r w:rsidR="002A6A2D" w:rsidRPr="0042215C">
        <w:rPr>
          <w:sz w:val="28"/>
          <w:szCs w:val="28"/>
          <w:lang w:val="uk-UA"/>
        </w:rPr>
        <w:t xml:space="preserve"> районі (</w:t>
      </w:r>
      <w:r w:rsidR="003C2BE0" w:rsidRPr="0042215C">
        <w:rPr>
          <w:sz w:val="28"/>
          <w:szCs w:val="28"/>
          <w:lang w:val="uk-UA"/>
        </w:rPr>
        <w:t>1276</w:t>
      </w:r>
      <w:r w:rsidRPr="0042215C">
        <w:rPr>
          <w:sz w:val="28"/>
          <w:szCs w:val="28"/>
          <w:lang w:val="uk-UA"/>
        </w:rPr>
        <w:t xml:space="preserve"> грн).</w:t>
      </w:r>
    </w:p>
    <w:p w:rsidR="00D5104B" w:rsidRPr="002A6A2D" w:rsidRDefault="00D5104B" w:rsidP="00D5104B">
      <w:pPr>
        <w:pStyle w:val="ad"/>
        <w:spacing w:before="0" w:beforeAutospacing="0" w:after="270" w:afterAutospacing="0"/>
        <w:ind w:firstLine="708"/>
        <w:jc w:val="both"/>
        <w:rPr>
          <w:spacing w:val="-6"/>
          <w:sz w:val="28"/>
          <w:szCs w:val="28"/>
        </w:rPr>
      </w:pPr>
    </w:p>
    <w:p w:rsidR="00D5104B" w:rsidRDefault="00D5104B" w:rsidP="00D5104B">
      <w:pPr>
        <w:rPr>
          <w:sz w:val="28"/>
          <w:szCs w:val="28"/>
          <w:lang w:val="uk-UA"/>
        </w:rPr>
      </w:pPr>
    </w:p>
    <w:p w:rsidR="00D5104B" w:rsidRDefault="00D5104B" w:rsidP="00D5104B">
      <w:pPr>
        <w:jc w:val="both"/>
        <w:rPr>
          <w:sz w:val="20"/>
          <w:lang w:val="uk-UA"/>
        </w:rPr>
      </w:pPr>
      <w:r>
        <w:rPr>
          <w:sz w:val="20"/>
          <w:lang w:val="uk-UA"/>
        </w:rPr>
        <w:t>© Головне управління статистики у Сумській області, 2017</w:t>
      </w:r>
    </w:p>
    <w:p w:rsidR="00D5104B" w:rsidRDefault="00D5104B" w:rsidP="00D5104B">
      <w:pPr>
        <w:pStyle w:val="3"/>
        <w:rPr>
          <w:b/>
        </w:rPr>
      </w:pPr>
    </w:p>
    <w:p w:rsidR="00D5104B" w:rsidRDefault="00D5104B" w:rsidP="00D5104B">
      <w:pPr>
        <w:pStyle w:val="3"/>
        <w:rPr>
          <w:b/>
        </w:rPr>
      </w:pPr>
    </w:p>
    <w:p w:rsidR="00D5104B" w:rsidRDefault="00D5104B" w:rsidP="00D5104B">
      <w:pPr>
        <w:pStyle w:val="3"/>
      </w:pPr>
    </w:p>
    <w:p w:rsidR="00D5104B" w:rsidRDefault="00D5104B" w:rsidP="00D5104B">
      <w:pPr>
        <w:pStyle w:val="3"/>
        <w:rPr>
          <w:b/>
        </w:rPr>
      </w:pPr>
    </w:p>
    <w:p w:rsidR="00D5104B" w:rsidRDefault="00D5104B" w:rsidP="00D5104B">
      <w:pPr>
        <w:rPr>
          <w:lang w:val="uk-UA"/>
        </w:rPr>
      </w:pPr>
    </w:p>
    <w:p w:rsidR="00D5104B" w:rsidRDefault="00D5104B" w:rsidP="00D5104B">
      <w:pPr>
        <w:rPr>
          <w:lang w:val="uk-UA"/>
        </w:rPr>
      </w:pPr>
    </w:p>
    <w:sectPr w:rsidR="00D5104B" w:rsidSect="00B2678D">
      <w:headerReference w:type="even" r:id="rId7"/>
      <w:headerReference w:type="default" r:id="rId8"/>
      <w:headerReference w:type="first" r:id="rId9"/>
      <w:type w:val="continuous"/>
      <w:pgSz w:w="11906" w:h="16838" w:code="9"/>
      <w:pgMar w:top="1134" w:right="567" w:bottom="1134" w:left="1644" w:header="1134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0A9" w:rsidRDefault="008560A9">
      <w:r>
        <w:separator/>
      </w:r>
    </w:p>
  </w:endnote>
  <w:endnote w:type="continuationSeparator" w:id="1">
    <w:p w:rsidR="008560A9" w:rsidRDefault="00856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0A9" w:rsidRDefault="008560A9">
      <w:r>
        <w:separator/>
      </w:r>
    </w:p>
  </w:footnote>
  <w:footnote w:type="continuationSeparator" w:id="1">
    <w:p w:rsidR="008560A9" w:rsidRDefault="00856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2B5" w:rsidRDefault="00D422B5" w:rsidP="00D448EF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422B5" w:rsidRDefault="00D422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2B5" w:rsidRPr="001A1E65" w:rsidRDefault="00D422B5" w:rsidP="00D448EF">
    <w:pPr>
      <w:pStyle w:val="a3"/>
      <w:framePr w:wrap="around" w:vAnchor="text" w:hAnchor="margin" w:xAlign="center" w:y="1"/>
      <w:rPr>
        <w:rStyle w:val="ab"/>
        <w:sz w:val="16"/>
        <w:szCs w:val="16"/>
        <w:lang w:val="en-US"/>
      </w:rPr>
    </w:pPr>
  </w:p>
  <w:p w:rsidR="00D422B5" w:rsidRPr="004C6107" w:rsidRDefault="00D422B5">
    <w:pPr>
      <w:pStyle w:val="a3"/>
      <w:jc w:val="center"/>
      <w:rPr>
        <w:sz w:val="2"/>
        <w:szCs w:val="2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2B5" w:rsidRPr="000000D8" w:rsidRDefault="00D422B5" w:rsidP="000C204F">
    <w:pPr>
      <w:pStyle w:val="a3"/>
      <w:jc w:val="center"/>
      <w:rPr>
        <w:sz w:val="4"/>
        <w:szCs w:val="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16168"/>
    <w:multiLevelType w:val="singleLevel"/>
    <w:tmpl w:val="2DCA0FA6"/>
    <w:lvl w:ilvl="0">
      <w:start w:val="4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</w:abstractNum>
  <w:abstractNum w:abstractNumId="1">
    <w:nsid w:val="52595DC4"/>
    <w:multiLevelType w:val="singleLevel"/>
    <w:tmpl w:val="00CAB7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6887FC2"/>
    <w:multiLevelType w:val="singleLevel"/>
    <w:tmpl w:val="350A30A4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7E497E15"/>
    <w:multiLevelType w:val="singleLevel"/>
    <w:tmpl w:val="73F4C480"/>
    <w:lvl w:ilvl="0">
      <w:start w:val="6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attachedTemplate r:id="rId1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F18FE"/>
    <w:rsid w:val="000000D8"/>
    <w:rsid w:val="0000277F"/>
    <w:rsid w:val="00005966"/>
    <w:rsid w:val="00010E64"/>
    <w:rsid w:val="00011483"/>
    <w:rsid w:val="000142E0"/>
    <w:rsid w:val="000201CD"/>
    <w:rsid w:val="0003699F"/>
    <w:rsid w:val="00047140"/>
    <w:rsid w:val="0005058E"/>
    <w:rsid w:val="00052E66"/>
    <w:rsid w:val="000537BC"/>
    <w:rsid w:val="00053825"/>
    <w:rsid w:val="000579EE"/>
    <w:rsid w:val="000612FD"/>
    <w:rsid w:val="000703F7"/>
    <w:rsid w:val="000711E9"/>
    <w:rsid w:val="00075712"/>
    <w:rsid w:val="000762B1"/>
    <w:rsid w:val="00080D3A"/>
    <w:rsid w:val="0008405A"/>
    <w:rsid w:val="00084926"/>
    <w:rsid w:val="00085E5D"/>
    <w:rsid w:val="00086974"/>
    <w:rsid w:val="00087F74"/>
    <w:rsid w:val="00091035"/>
    <w:rsid w:val="0009379D"/>
    <w:rsid w:val="00095F5F"/>
    <w:rsid w:val="0009623B"/>
    <w:rsid w:val="000A172D"/>
    <w:rsid w:val="000A72E5"/>
    <w:rsid w:val="000A7513"/>
    <w:rsid w:val="000B2169"/>
    <w:rsid w:val="000C0811"/>
    <w:rsid w:val="000C1189"/>
    <w:rsid w:val="000C204F"/>
    <w:rsid w:val="000C2D74"/>
    <w:rsid w:val="000C2DDA"/>
    <w:rsid w:val="000C7E18"/>
    <w:rsid w:val="000C7F71"/>
    <w:rsid w:val="000D14C3"/>
    <w:rsid w:val="000D1DC7"/>
    <w:rsid w:val="000D50D1"/>
    <w:rsid w:val="000D7E23"/>
    <w:rsid w:val="000E0848"/>
    <w:rsid w:val="000F030F"/>
    <w:rsid w:val="000F10B3"/>
    <w:rsid w:val="000F3839"/>
    <w:rsid w:val="000F4984"/>
    <w:rsid w:val="000F6460"/>
    <w:rsid w:val="000F6516"/>
    <w:rsid w:val="001002CE"/>
    <w:rsid w:val="00101ABF"/>
    <w:rsid w:val="00102651"/>
    <w:rsid w:val="00111497"/>
    <w:rsid w:val="00114299"/>
    <w:rsid w:val="00121BD5"/>
    <w:rsid w:val="001224EC"/>
    <w:rsid w:val="001230BF"/>
    <w:rsid w:val="001234FB"/>
    <w:rsid w:val="00124D60"/>
    <w:rsid w:val="001268B2"/>
    <w:rsid w:val="00127BFC"/>
    <w:rsid w:val="0013399F"/>
    <w:rsid w:val="00133EE7"/>
    <w:rsid w:val="0013454F"/>
    <w:rsid w:val="00141D2E"/>
    <w:rsid w:val="001436C5"/>
    <w:rsid w:val="00146F81"/>
    <w:rsid w:val="00152F38"/>
    <w:rsid w:val="00155BA4"/>
    <w:rsid w:val="00163108"/>
    <w:rsid w:val="0016404A"/>
    <w:rsid w:val="001650DA"/>
    <w:rsid w:val="001663CD"/>
    <w:rsid w:val="001705EB"/>
    <w:rsid w:val="0017365D"/>
    <w:rsid w:val="001736C5"/>
    <w:rsid w:val="00177EB4"/>
    <w:rsid w:val="00183CA5"/>
    <w:rsid w:val="0018631A"/>
    <w:rsid w:val="0018736D"/>
    <w:rsid w:val="00191537"/>
    <w:rsid w:val="00192BD3"/>
    <w:rsid w:val="0019314B"/>
    <w:rsid w:val="001948D7"/>
    <w:rsid w:val="00195262"/>
    <w:rsid w:val="00195FC4"/>
    <w:rsid w:val="00196533"/>
    <w:rsid w:val="001A0B9B"/>
    <w:rsid w:val="001A1525"/>
    <w:rsid w:val="001A1E65"/>
    <w:rsid w:val="001A4EBF"/>
    <w:rsid w:val="001B31CD"/>
    <w:rsid w:val="001C0F82"/>
    <w:rsid w:val="001D1479"/>
    <w:rsid w:val="001D5556"/>
    <w:rsid w:val="001D66EC"/>
    <w:rsid w:val="001D6B8F"/>
    <w:rsid w:val="001E097F"/>
    <w:rsid w:val="001F001B"/>
    <w:rsid w:val="001F1AD4"/>
    <w:rsid w:val="001F287F"/>
    <w:rsid w:val="001F3B7D"/>
    <w:rsid w:val="001F5F5D"/>
    <w:rsid w:val="00200A96"/>
    <w:rsid w:val="00203C93"/>
    <w:rsid w:val="00203CBB"/>
    <w:rsid w:val="00204075"/>
    <w:rsid w:val="00206AB8"/>
    <w:rsid w:val="00214B32"/>
    <w:rsid w:val="002152B4"/>
    <w:rsid w:val="0022000D"/>
    <w:rsid w:val="00227EF2"/>
    <w:rsid w:val="002315D5"/>
    <w:rsid w:val="00232631"/>
    <w:rsid w:val="002423C2"/>
    <w:rsid w:val="00242C2C"/>
    <w:rsid w:val="00243975"/>
    <w:rsid w:val="00244ED7"/>
    <w:rsid w:val="00245222"/>
    <w:rsid w:val="00250E95"/>
    <w:rsid w:val="002533DE"/>
    <w:rsid w:val="0025741F"/>
    <w:rsid w:val="00260B3A"/>
    <w:rsid w:val="00260C08"/>
    <w:rsid w:val="00270263"/>
    <w:rsid w:val="0027199C"/>
    <w:rsid w:val="002727C5"/>
    <w:rsid w:val="0027300A"/>
    <w:rsid w:val="00277D22"/>
    <w:rsid w:val="00297D0D"/>
    <w:rsid w:val="002A31F4"/>
    <w:rsid w:val="002A6A2D"/>
    <w:rsid w:val="002A6F2B"/>
    <w:rsid w:val="002A7AC6"/>
    <w:rsid w:val="002B0174"/>
    <w:rsid w:val="002B431A"/>
    <w:rsid w:val="002B69D6"/>
    <w:rsid w:val="002B6EBF"/>
    <w:rsid w:val="002C3399"/>
    <w:rsid w:val="002C3756"/>
    <w:rsid w:val="002C4EAA"/>
    <w:rsid w:val="002C4EF4"/>
    <w:rsid w:val="002C691E"/>
    <w:rsid w:val="002C6B60"/>
    <w:rsid w:val="002D05FD"/>
    <w:rsid w:val="002D13CB"/>
    <w:rsid w:val="002D1BFD"/>
    <w:rsid w:val="002D1D80"/>
    <w:rsid w:val="002D1E51"/>
    <w:rsid w:val="002D57DB"/>
    <w:rsid w:val="002D7A86"/>
    <w:rsid w:val="002E3376"/>
    <w:rsid w:val="002E72EA"/>
    <w:rsid w:val="002F01E0"/>
    <w:rsid w:val="00300528"/>
    <w:rsid w:val="00300800"/>
    <w:rsid w:val="003015C1"/>
    <w:rsid w:val="00303CE9"/>
    <w:rsid w:val="00304839"/>
    <w:rsid w:val="003123EB"/>
    <w:rsid w:val="00313828"/>
    <w:rsid w:val="00313D82"/>
    <w:rsid w:val="003238E1"/>
    <w:rsid w:val="003330E6"/>
    <w:rsid w:val="003374EF"/>
    <w:rsid w:val="0034004B"/>
    <w:rsid w:val="00343114"/>
    <w:rsid w:val="00345371"/>
    <w:rsid w:val="00351A34"/>
    <w:rsid w:val="00351AAE"/>
    <w:rsid w:val="0035399C"/>
    <w:rsid w:val="003577ED"/>
    <w:rsid w:val="00360BEB"/>
    <w:rsid w:val="00361F2B"/>
    <w:rsid w:val="0036692B"/>
    <w:rsid w:val="003670C6"/>
    <w:rsid w:val="00370D11"/>
    <w:rsid w:val="00372FA1"/>
    <w:rsid w:val="00373250"/>
    <w:rsid w:val="00374840"/>
    <w:rsid w:val="00374E57"/>
    <w:rsid w:val="00377409"/>
    <w:rsid w:val="003819CE"/>
    <w:rsid w:val="00387527"/>
    <w:rsid w:val="00395A7E"/>
    <w:rsid w:val="00395CD2"/>
    <w:rsid w:val="003A297D"/>
    <w:rsid w:val="003A3BA7"/>
    <w:rsid w:val="003A44D1"/>
    <w:rsid w:val="003A5858"/>
    <w:rsid w:val="003A5AE0"/>
    <w:rsid w:val="003A6D3C"/>
    <w:rsid w:val="003B01CD"/>
    <w:rsid w:val="003B202E"/>
    <w:rsid w:val="003B3402"/>
    <w:rsid w:val="003B6089"/>
    <w:rsid w:val="003C1133"/>
    <w:rsid w:val="003C1A62"/>
    <w:rsid w:val="003C2BE0"/>
    <w:rsid w:val="003C3ED9"/>
    <w:rsid w:val="003D16C0"/>
    <w:rsid w:val="003D37D2"/>
    <w:rsid w:val="003D4BBD"/>
    <w:rsid w:val="003D6F6F"/>
    <w:rsid w:val="003D733E"/>
    <w:rsid w:val="003E0C35"/>
    <w:rsid w:val="003E36D7"/>
    <w:rsid w:val="003E3D92"/>
    <w:rsid w:val="003E6A6B"/>
    <w:rsid w:val="003F1DA8"/>
    <w:rsid w:val="003F4488"/>
    <w:rsid w:val="003F6388"/>
    <w:rsid w:val="003F7526"/>
    <w:rsid w:val="004110F5"/>
    <w:rsid w:val="0042215C"/>
    <w:rsid w:val="00425DC6"/>
    <w:rsid w:val="004325D9"/>
    <w:rsid w:val="004342A2"/>
    <w:rsid w:val="00434CFE"/>
    <w:rsid w:val="004355DF"/>
    <w:rsid w:val="0043658F"/>
    <w:rsid w:val="004369E7"/>
    <w:rsid w:val="004373C4"/>
    <w:rsid w:val="00440D05"/>
    <w:rsid w:val="00446FA5"/>
    <w:rsid w:val="0045641A"/>
    <w:rsid w:val="00457498"/>
    <w:rsid w:val="00460244"/>
    <w:rsid w:val="0046503D"/>
    <w:rsid w:val="0046736A"/>
    <w:rsid w:val="00475E9D"/>
    <w:rsid w:val="00476F6A"/>
    <w:rsid w:val="00476F8A"/>
    <w:rsid w:val="0048294F"/>
    <w:rsid w:val="00484650"/>
    <w:rsid w:val="004870EF"/>
    <w:rsid w:val="004877D4"/>
    <w:rsid w:val="00492BB7"/>
    <w:rsid w:val="004A64D5"/>
    <w:rsid w:val="004B1CDF"/>
    <w:rsid w:val="004B230A"/>
    <w:rsid w:val="004B25B8"/>
    <w:rsid w:val="004C1C1C"/>
    <w:rsid w:val="004C5B0F"/>
    <w:rsid w:val="004C6107"/>
    <w:rsid w:val="004C6693"/>
    <w:rsid w:val="004C68FB"/>
    <w:rsid w:val="004D3540"/>
    <w:rsid w:val="004E18EB"/>
    <w:rsid w:val="004E2569"/>
    <w:rsid w:val="004E6E2D"/>
    <w:rsid w:val="004F01D6"/>
    <w:rsid w:val="004F3F8A"/>
    <w:rsid w:val="004F620C"/>
    <w:rsid w:val="00502B9E"/>
    <w:rsid w:val="005049F8"/>
    <w:rsid w:val="00507096"/>
    <w:rsid w:val="00507789"/>
    <w:rsid w:val="005173CB"/>
    <w:rsid w:val="00517705"/>
    <w:rsid w:val="005239FD"/>
    <w:rsid w:val="005244F9"/>
    <w:rsid w:val="00525169"/>
    <w:rsid w:val="00530F8D"/>
    <w:rsid w:val="005310EF"/>
    <w:rsid w:val="00537B1A"/>
    <w:rsid w:val="00540F7C"/>
    <w:rsid w:val="00545FCD"/>
    <w:rsid w:val="005461F9"/>
    <w:rsid w:val="00547CCC"/>
    <w:rsid w:val="00551CD3"/>
    <w:rsid w:val="005523BC"/>
    <w:rsid w:val="005538D7"/>
    <w:rsid w:val="00554191"/>
    <w:rsid w:val="00556658"/>
    <w:rsid w:val="00557B35"/>
    <w:rsid w:val="00565456"/>
    <w:rsid w:val="0056768A"/>
    <w:rsid w:val="00573B4B"/>
    <w:rsid w:val="0057403E"/>
    <w:rsid w:val="00574405"/>
    <w:rsid w:val="00583FCD"/>
    <w:rsid w:val="00585996"/>
    <w:rsid w:val="005866FA"/>
    <w:rsid w:val="005879B7"/>
    <w:rsid w:val="005930D3"/>
    <w:rsid w:val="00596454"/>
    <w:rsid w:val="005A5D6B"/>
    <w:rsid w:val="005A6945"/>
    <w:rsid w:val="005B44AC"/>
    <w:rsid w:val="005B781B"/>
    <w:rsid w:val="005B7C01"/>
    <w:rsid w:val="005C0182"/>
    <w:rsid w:val="005C1FD9"/>
    <w:rsid w:val="005C2C69"/>
    <w:rsid w:val="005C4D96"/>
    <w:rsid w:val="005C7000"/>
    <w:rsid w:val="005C7B77"/>
    <w:rsid w:val="005D54DE"/>
    <w:rsid w:val="005E06D0"/>
    <w:rsid w:val="005E1047"/>
    <w:rsid w:val="005E2D11"/>
    <w:rsid w:val="005E5475"/>
    <w:rsid w:val="005F1C79"/>
    <w:rsid w:val="005F42E1"/>
    <w:rsid w:val="006013A4"/>
    <w:rsid w:val="00601E4E"/>
    <w:rsid w:val="00604EC5"/>
    <w:rsid w:val="0061342A"/>
    <w:rsid w:val="00613EFE"/>
    <w:rsid w:val="00615CD3"/>
    <w:rsid w:val="00615DEF"/>
    <w:rsid w:val="006163DA"/>
    <w:rsid w:val="00616D18"/>
    <w:rsid w:val="00622889"/>
    <w:rsid w:val="00626139"/>
    <w:rsid w:val="0062674B"/>
    <w:rsid w:val="0062732E"/>
    <w:rsid w:val="00627F01"/>
    <w:rsid w:val="00631DC1"/>
    <w:rsid w:val="00633CC3"/>
    <w:rsid w:val="00634993"/>
    <w:rsid w:val="00635E63"/>
    <w:rsid w:val="00643FAA"/>
    <w:rsid w:val="00646118"/>
    <w:rsid w:val="0064698E"/>
    <w:rsid w:val="0065484E"/>
    <w:rsid w:val="0065574B"/>
    <w:rsid w:val="00662134"/>
    <w:rsid w:val="0066234D"/>
    <w:rsid w:val="00662636"/>
    <w:rsid w:val="00662D72"/>
    <w:rsid w:val="006633F2"/>
    <w:rsid w:val="00664857"/>
    <w:rsid w:val="00665C65"/>
    <w:rsid w:val="00666354"/>
    <w:rsid w:val="0066660E"/>
    <w:rsid w:val="00680075"/>
    <w:rsid w:val="00682708"/>
    <w:rsid w:val="00682951"/>
    <w:rsid w:val="00684BCA"/>
    <w:rsid w:val="00684E30"/>
    <w:rsid w:val="00686790"/>
    <w:rsid w:val="006954B1"/>
    <w:rsid w:val="00696B27"/>
    <w:rsid w:val="006A084A"/>
    <w:rsid w:val="006B2321"/>
    <w:rsid w:val="006B60FA"/>
    <w:rsid w:val="006C27F1"/>
    <w:rsid w:val="006C4A0B"/>
    <w:rsid w:val="006C658C"/>
    <w:rsid w:val="006D5574"/>
    <w:rsid w:val="006D7C52"/>
    <w:rsid w:val="006D7F8E"/>
    <w:rsid w:val="006E50D1"/>
    <w:rsid w:val="006E6596"/>
    <w:rsid w:val="006E782D"/>
    <w:rsid w:val="006F1005"/>
    <w:rsid w:val="006F3036"/>
    <w:rsid w:val="006F5ED7"/>
    <w:rsid w:val="0070055F"/>
    <w:rsid w:val="00700C4F"/>
    <w:rsid w:val="00705D84"/>
    <w:rsid w:val="00707D37"/>
    <w:rsid w:val="007102F8"/>
    <w:rsid w:val="007130FD"/>
    <w:rsid w:val="00713B31"/>
    <w:rsid w:val="00714D1B"/>
    <w:rsid w:val="00715675"/>
    <w:rsid w:val="007314CA"/>
    <w:rsid w:val="007334C6"/>
    <w:rsid w:val="00735332"/>
    <w:rsid w:val="007358D5"/>
    <w:rsid w:val="007439A7"/>
    <w:rsid w:val="00746FCF"/>
    <w:rsid w:val="00747E74"/>
    <w:rsid w:val="00751168"/>
    <w:rsid w:val="00751B8B"/>
    <w:rsid w:val="00753278"/>
    <w:rsid w:val="007571A6"/>
    <w:rsid w:val="00765DE7"/>
    <w:rsid w:val="007709AF"/>
    <w:rsid w:val="007745BF"/>
    <w:rsid w:val="00776A40"/>
    <w:rsid w:val="00780B29"/>
    <w:rsid w:val="007817BF"/>
    <w:rsid w:val="007818EA"/>
    <w:rsid w:val="0078373D"/>
    <w:rsid w:val="00794C27"/>
    <w:rsid w:val="00797EA0"/>
    <w:rsid w:val="00797F63"/>
    <w:rsid w:val="007A2063"/>
    <w:rsid w:val="007A3DF1"/>
    <w:rsid w:val="007A4110"/>
    <w:rsid w:val="007A512F"/>
    <w:rsid w:val="007B281A"/>
    <w:rsid w:val="007B5FF3"/>
    <w:rsid w:val="007B6A32"/>
    <w:rsid w:val="007B766B"/>
    <w:rsid w:val="007C1E1C"/>
    <w:rsid w:val="007C2380"/>
    <w:rsid w:val="007C3A38"/>
    <w:rsid w:val="007C4463"/>
    <w:rsid w:val="007D2046"/>
    <w:rsid w:val="007D2994"/>
    <w:rsid w:val="007D2A88"/>
    <w:rsid w:val="007D4793"/>
    <w:rsid w:val="007D7823"/>
    <w:rsid w:val="007E0A32"/>
    <w:rsid w:val="007E0C68"/>
    <w:rsid w:val="007E1F54"/>
    <w:rsid w:val="007E46D6"/>
    <w:rsid w:val="007E5EBD"/>
    <w:rsid w:val="007E66D3"/>
    <w:rsid w:val="007E6D6C"/>
    <w:rsid w:val="007F0396"/>
    <w:rsid w:val="007F0AEB"/>
    <w:rsid w:val="007F1313"/>
    <w:rsid w:val="007F4583"/>
    <w:rsid w:val="007F59B3"/>
    <w:rsid w:val="007F6B72"/>
    <w:rsid w:val="008000E1"/>
    <w:rsid w:val="00803207"/>
    <w:rsid w:val="008049C0"/>
    <w:rsid w:val="00804EFA"/>
    <w:rsid w:val="00810A0B"/>
    <w:rsid w:val="00812661"/>
    <w:rsid w:val="00814C40"/>
    <w:rsid w:val="00815AE6"/>
    <w:rsid w:val="008230EF"/>
    <w:rsid w:val="00831032"/>
    <w:rsid w:val="008323EE"/>
    <w:rsid w:val="00837E70"/>
    <w:rsid w:val="008432F4"/>
    <w:rsid w:val="00843321"/>
    <w:rsid w:val="008454F0"/>
    <w:rsid w:val="0085110D"/>
    <w:rsid w:val="008517D8"/>
    <w:rsid w:val="008527B9"/>
    <w:rsid w:val="008537E2"/>
    <w:rsid w:val="008558B5"/>
    <w:rsid w:val="008560A9"/>
    <w:rsid w:val="0085799E"/>
    <w:rsid w:val="00857B38"/>
    <w:rsid w:val="00857C05"/>
    <w:rsid w:val="00860446"/>
    <w:rsid w:val="00860A3A"/>
    <w:rsid w:val="008610AD"/>
    <w:rsid w:val="008631E3"/>
    <w:rsid w:val="008701C2"/>
    <w:rsid w:val="00873F9B"/>
    <w:rsid w:val="0088498C"/>
    <w:rsid w:val="00887F55"/>
    <w:rsid w:val="008929F0"/>
    <w:rsid w:val="008956BC"/>
    <w:rsid w:val="008A5394"/>
    <w:rsid w:val="008A6B1A"/>
    <w:rsid w:val="008A72E7"/>
    <w:rsid w:val="008B0B84"/>
    <w:rsid w:val="008B3B8D"/>
    <w:rsid w:val="008B4087"/>
    <w:rsid w:val="008B78A7"/>
    <w:rsid w:val="008C08B2"/>
    <w:rsid w:val="008D18A0"/>
    <w:rsid w:val="008D6523"/>
    <w:rsid w:val="008D6B72"/>
    <w:rsid w:val="008E301D"/>
    <w:rsid w:val="008E57DF"/>
    <w:rsid w:val="008F18FE"/>
    <w:rsid w:val="008F7DE9"/>
    <w:rsid w:val="009009E7"/>
    <w:rsid w:val="00902F39"/>
    <w:rsid w:val="00904CE2"/>
    <w:rsid w:val="00911C9B"/>
    <w:rsid w:val="00920856"/>
    <w:rsid w:val="0092129B"/>
    <w:rsid w:val="00921D5A"/>
    <w:rsid w:val="00922A29"/>
    <w:rsid w:val="00943496"/>
    <w:rsid w:val="00951EB2"/>
    <w:rsid w:val="0095239F"/>
    <w:rsid w:val="00952D55"/>
    <w:rsid w:val="00952F34"/>
    <w:rsid w:val="0095413B"/>
    <w:rsid w:val="00955888"/>
    <w:rsid w:val="00957483"/>
    <w:rsid w:val="009633D8"/>
    <w:rsid w:val="00965AFF"/>
    <w:rsid w:val="00966FD5"/>
    <w:rsid w:val="0097276C"/>
    <w:rsid w:val="009755C6"/>
    <w:rsid w:val="00977F36"/>
    <w:rsid w:val="00980E1F"/>
    <w:rsid w:val="00982CFA"/>
    <w:rsid w:val="00990469"/>
    <w:rsid w:val="00991DB5"/>
    <w:rsid w:val="00992FDA"/>
    <w:rsid w:val="00993B8A"/>
    <w:rsid w:val="0099456C"/>
    <w:rsid w:val="009A338C"/>
    <w:rsid w:val="009A6F56"/>
    <w:rsid w:val="009B3F5A"/>
    <w:rsid w:val="009B680F"/>
    <w:rsid w:val="009C4E90"/>
    <w:rsid w:val="009C7720"/>
    <w:rsid w:val="009D005D"/>
    <w:rsid w:val="009D1E93"/>
    <w:rsid w:val="009D42AB"/>
    <w:rsid w:val="009E06CD"/>
    <w:rsid w:val="009E6435"/>
    <w:rsid w:val="009E70EB"/>
    <w:rsid w:val="009F51C2"/>
    <w:rsid w:val="00A0449A"/>
    <w:rsid w:val="00A04CD9"/>
    <w:rsid w:val="00A0537B"/>
    <w:rsid w:val="00A110C3"/>
    <w:rsid w:val="00A1111D"/>
    <w:rsid w:val="00A1607B"/>
    <w:rsid w:val="00A1690B"/>
    <w:rsid w:val="00A21AB2"/>
    <w:rsid w:val="00A21ACE"/>
    <w:rsid w:val="00A240A9"/>
    <w:rsid w:val="00A30766"/>
    <w:rsid w:val="00A31503"/>
    <w:rsid w:val="00A326AF"/>
    <w:rsid w:val="00A3755A"/>
    <w:rsid w:val="00A6325E"/>
    <w:rsid w:val="00A650F4"/>
    <w:rsid w:val="00A72799"/>
    <w:rsid w:val="00A734BD"/>
    <w:rsid w:val="00A808BE"/>
    <w:rsid w:val="00A827A9"/>
    <w:rsid w:val="00A830AC"/>
    <w:rsid w:val="00A85F38"/>
    <w:rsid w:val="00A8799F"/>
    <w:rsid w:val="00A94C4F"/>
    <w:rsid w:val="00AA0367"/>
    <w:rsid w:val="00AA742C"/>
    <w:rsid w:val="00AB25D7"/>
    <w:rsid w:val="00AB384B"/>
    <w:rsid w:val="00AB41FE"/>
    <w:rsid w:val="00AB6F1E"/>
    <w:rsid w:val="00AB7268"/>
    <w:rsid w:val="00AC028C"/>
    <w:rsid w:val="00AC08BA"/>
    <w:rsid w:val="00AC35E2"/>
    <w:rsid w:val="00AC3BEF"/>
    <w:rsid w:val="00AC4E85"/>
    <w:rsid w:val="00AD3B9B"/>
    <w:rsid w:val="00AD4932"/>
    <w:rsid w:val="00AD59EE"/>
    <w:rsid w:val="00AD637A"/>
    <w:rsid w:val="00AD6EDC"/>
    <w:rsid w:val="00AE0829"/>
    <w:rsid w:val="00AE3C55"/>
    <w:rsid w:val="00AE6874"/>
    <w:rsid w:val="00AE6E8A"/>
    <w:rsid w:val="00AF5A06"/>
    <w:rsid w:val="00B00D47"/>
    <w:rsid w:val="00B01025"/>
    <w:rsid w:val="00B02C5D"/>
    <w:rsid w:val="00B051A1"/>
    <w:rsid w:val="00B057D2"/>
    <w:rsid w:val="00B0641F"/>
    <w:rsid w:val="00B13663"/>
    <w:rsid w:val="00B2678D"/>
    <w:rsid w:val="00B33DAA"/>
    <w:rsid w:val="00B46DB4"/>
    <w:rsid w:val="00B5003E"/>
    <w:rsid w:val="00B505B7"/>
    <w:rsid w:val="00B538C0"/>
    <w:rsid w:val="00B55170"/>
    <w:rsid w:val="00B57CA5"/>
    <w:rsid w:val="00B602E9"/>
    <w:rsid w:val="00B647D3"/>
    <w:rsid w:val="00B714AD"/>
    <w:rsid w:val="00B80FD3"/>
    <w:rsid w:val="00B8454F"/>
    <w:rsid w:val="00B84BC7"/>
    <w:rsid w:val="00B8552F"/>
    <w:rsid w:val="00B85824"/>
    <w:rsid w:val="00B86F15"/>
    <w:rsid w:val="00B90E58"/>
    <w:rsid w:val="00B916DB"/>
    <w:rsid w:val="00B91800"/>
    <w:rsid w:val="00B94127"/>
    <w:rsid w:val="00B951BA"/>
    <w:rsid w:val="00B969A6"/>
    <w:rsid w:val="00BB0725"/>
    <w:rsid w:val="00BB733F"/>
    <w:rsid w:val="00BB7B6D"/>
    <w:rsid w:val="00BC0196"/>
    <w:rsid w:val="00BC0301"/>
    <w:rsid w:val="00BC193B"/>
    <w:rsid w:val="00BC54A1"/>
    <w:rsid w:val="00BD169F"/>
    <w:rsid w:val="00BD2B6D"/>
    <w:rsid w:val="00BD41F6"/>
    <w:rsid w:val="00BE000B"/>
    <w:rsid w:val="00BE1617"/>
    <w:rsid w:val="00BE68CB"/>
    <w:rsid w:val="00BF405D"/>
    <w:rsid w:val="00BF50AE"/>
    <w:rsid w:val="00BF7FE5"/>
    <w:rsid w:val="00C02AC0"/>
    <w:rsid w:val="00C062F9"/>
    <w:rsid w:val="00C06899"/>
    <w:rsid w:val="00C1016B"/>
    <w:rsid w:val="00C162B3"/>
    <w:rsid w:val="00C17E90"/>
    <w:rsid w:val="00C20C01"/>
    <w:rsid w:val="00C218D0"/>
    <w:rsid w:val="00C361E8"/>
    <w:rsid w:val="00C36B57"/>
    <w:rsid w:val="00C61CB9"/>
    <w:rsid w:val="00C7001D"/>
    <w:rsid w:val="00C7309F"/>
    <w:rsid w:val="00C74B54"/>
    <w:rsid w:val="00C76B9E"/>
    <w:rsid w:val="00C86A0F"/>
    <w:rsid w:val="00C86AF0"/>
    <w:rsid w:val="00C872E2"/>
    <w:rsid w:val="00C929E1"/>
    <w:rsid w:val="00C9314E"/>
    <w:rsid w:val="00C94D8A"/>
    <w:rsid w:val="00C96170"/>
    <w:rsid w:val="00C9629B"/>
    <w:rsid w:val="00C97103"/>
    <w:rsid w:val="00CA0753"/>
    <w:rsid w:val="00CA1CBA"/>
    <w:rsid w:val="00CB04A3"/>
    <w:rsid w:val="00CB2EB2"/>
    <w:rsid w:val="00CB3F81"/>
    <w:rsid w:val="00CB4924"/>
    <w:rsid w:val="00CB6B48"/>
    <w:rsid w:val="00CC0FDE"/>
    <w:rsid w:val="00CC27E1"/>
    <w:rsid w:val="00CC31A9"/>
    <w:rsid w:val="00CC4ACE"/>
    <w:rsid w:val="00CC4B46"/>
    <w:rsid w:val="00CC53E3"/>
    <w:rsid w:val="00CD43CD"/>
    <w:rsid w:val="00CD4579"/>
    <w:rsid w:val="00CD53D2"/>
    <w:rsid w:val="00CD6342"/>
    <w:rsid w:val="00CD6D4C"/>
    <w:rsid w:val="00CD70B9"/>
    <w:rsid w:val="00CD71D2"/>
    <w:rsid w:val="00CE3215"/>
    <w:rsid w:val="00CE5632"/>
    <w:rsid w:val="00CE5BDD"/>
    <w:rsid w:val="00CF24CF"/>
    <w:rsid w:val="00CF7C9F"/>
    <w:rsid w:val="00D01384"/>
    <w:rsid w:val="00D01773"/>
    <w:rsid w:val="00D01AA4"/>
    <w:rsid w:val="00D03B5F"/>
    <w:rsid w:val="00D11993"/>
    <w:rsid w:val="00D128CF"/>
    <w:rsid w:val="00D17472"/>
    <w:rsid w:val="00D21671"/>
    <w:rsid w:val="00D21A07"/>
    <w:rsid w:val="00D24D71"/>
    <w:rsid w:val="00D260D9"/>
    <w:rsid w:val="00D30F74"/>
    <w:rsid w:val="00D40223"/>
    <w:rsid w:val="00D422B5"/>
    <w:rsid w:val="00D448EF"/>
    <w:rsid w:val="00D458B7"/>
    <w:rsid w:val="00D4695F"/>
    <w:rsid w:val="00D5104B"/>
    <w:rsid w:val="00D530E7"/>
    <w:rsid w:val="00D53CDF"/>
    <w:rsid w:val="00D6309A"/>
    <w:rsid w:val="00D63485"/>
    <w:rsid w:val="00D63B0A"/>
    <w:rsid w:val="00D64B89"/>
    <w:rsid w:val="00D70D82"/>
    <w:rsid w:val="00D73AD6"/>
    <w:rsid w:val="00D76964"/>
    <w:rsid w:val="00D8264F"/>
    <w:rsid w:val="00D83029"/>
    <w:rsid w:val="00D861C6"/>
    <w:rsid w:val="00D86D63"/>
    <w:rsid w:val="00D92F7D"/>
    <w:rsid w:val="00D95B4E"/>
    <w:rsid w:val="00DA01CE"/>
    <w:rsid w:val="00DA0774"/>
    <w:rsid w:val="00DA1262"/>
    <w:rsid w:val="00DA13BB"/>
    <w:rsid w:val="00DA4241"/>
    <w:rsid w:val="00DA696F"/>
    <w:rsid w:val="00DB2F7B"/>
    <w:rsid w:val="00DB37DD"/>
    <w:rsid w:val="00DB609F"/>
    <w:rsid w:val="00DB6EFA"/>
    <w:rsid w:val="00DC1A70"/>
    <w:rsid w:val="00DC1B84"/>
    <w:rsid w:val="00DC3DD9"/>
    <w:rsid w:val="00DC59DA"/>
    <w:rsid w:val="00DC6645"/>
    <w:rsid w:val="00DD18E6"/>
    <w:rsid w:val="00DD2086"/>
    <w:rsid w:val="00DD3202"/>
    <w:rsid w:val="00DD33CA"/>
    <w:rsid w:val="00DD7E60"/>
    <w:rsid w:val="00DD7F5A"/>
    <w:rsid w:val="00DE480B"/>
    <w:rsid w:val="00DE72FC"/>
    <w:rsid w:val="00DE7505"/>
    <w:rsid w:val="00DF1054"/>
    <w:rsid w:val="00DF26DD"/>
    <w:rsid w:val="00DF5DFF"/>
    <w:rsid w:val="00E05C6D"/>
    <w:rsid w:val="00E10533"/>
    <w:rsid w:val="00E15A81"/>
    <w:rsid w:val="00E21A40"/>
    <w:rsid w:val="00E2345B"/>
    <w:rsid w:val="00E23CA7"/>
    <w:rsid w:val="00E24711"/>
    <w:rsid w:val="00E24987"/>
    <w:rsid w:val="00E25B4B"/>
    <w:rsid w:val="00E26489"/>
    <w:rsid w:val="00E325CD"/>
    <w:rsid w:val="00E332E2"/>
    <w:rsid w:val="00E33CBF"/>
    <w:rsid w:val="00E35BA8"/>
    <w:rsid w:val="00E36050"/>
    <w:rsid w:val="00E36341"/>
    <w:rsid w:val="00E37C0A"/>
    <w:rsid w:val="00E42675"/>
    <w:rsid w:val="00E446E3"/>
    <w:rsid w:val="00E4509B"/>
    <w:rsid w:val="00E51F49"/>
    <w:rsid w:val="00E6336E"/>
    <w:rsid w:val="00E63E09"/>
    <w:rsid w:val="00E721A1"/>
    <w:rsid w:val="00E73081"/>
    <w:rsid w:val="00E81B65"/>
    <w:rsid w:val="00E8216E"/>
    <w:rsid w:val="00E94E9B"/>
    <w:rsid w:val="00E955E7"/>
    <w:rsid w:val="00E96248"/>
    <w:rsid w:val="00E97F10"/>
    <w:rsid w:val="00EA3F40"/>
    <w:rsid w:val="00EA6FA8"/>
    <w:rsid w:val="00EB0260"/>
    <w:rsid w:val="00EB041C"/>
    <w:rsid w:val="00EB2762"/>
    <w:rsid w:val="00EB2EA2"/>
    <w:rsid w:val="00EB54D5"/>
    <w:rsid w:val="00EB6E31"/>
    <w:rsid w:val="00EB70DA"/>
    <w:rsid w:val="00EC022E"/>
    <w:rsid w:val="00EC481F"/>
    <w:rsid w:val="00ED060C"/>
    <w:rsid w:val="00ED400B"/>
    <w:rsid w:val="00ED5F01"/>
    <w:rsid w:val="00ED7A7C"/>
    <w:rsid w:val="00EE157A"/>
    <w:rsid w:val="00EE3563"/>
    <w:rsid w:val="00EE68FE"/>
    <w:rsid w:val="00EE783B"/>
    <w:rsid w:val="00EE7FE6"/>
    <w:rsid w:val="00EF2851"/>
    <w:rsid w:val="00EF2D36"/>
    <w:rsid w:val="00EF3ACB"/>
    <w:rsid w:val="00F0139F"/>
    <w:rsid w:val="00F035B0"/>
    <w:rsid w:val="00F05D55"/>
    <w:rsid w:val="00F076AA"/>
    <w:rsid w:val="00F118D6"/>
    <w:rsid w:val="00F135D4"/>
    <w:rsid w:val="00F20766"/>
    <w:rsid w:val="00F20D31"/>
    <w:rsid w:val="00F217A6"/>
    <w:rsid w:val="00F2464E"/>
    <w:rsid w:val="00F26C5C"/>
    <w:rsid w:val="00F31145"/>
    <w:rsid w:val="00F31C24"/>
    <w:rsid w:val="00F34B13"/>
    <w:rsid w:val="00F35670"/>
    <w:rsid w:val="00F37B13"/>
    <w:rsid w:val="00F444C6"/>
    <w:rsid w:val="00F4715D"/>
    <w:rsid w:val="00F51B0F"/>
    <w:rsid w:val="00F53456"/>
    <w:rsid w:val="00F62E53"/>
    <w:rsid w:val="00F6356C"/>
    <w:rsid w:val="00F70CD5"/>
    <w:rsid w:val="00F74414"/>
    <w:rsid w:val="00F7728E"/>
    <w:rsid w:val="00F8228D"/>
    <w:rsid w:val="00F8439A"/>
    <w:rsid w:val="00F90A30"/>
    <w:rsid w:val="00FA3947"/>
    <w:rsid w:val="00FA46E6"/>
    <w:rsid w:val="00FA5A24"/>
    <w:rsid w:val="00FB0063"/>
    <w:rsid w:val="00FB1226"/>
    <w:rsid w:val="00FB53F1"/>
    <w:rsid w:val="00FC0CCB"/>
    <w:rsid w:val="00FC3EA3"/>
    <w:rsid w:val="00FC4347"/>
    <w:rsid w:val="00FC6F5C"/>
    <w:rsid w:val="00FC7A4A"/>
    <w:rsid w:val="00FD543E"/>
    <w:rsid w:val="00FD6D8E"/>
    <w:rsid w:val="00FD7456"/>
    <w:rsid w:val="00FE08C8"/>
    <w:rsid w:val="00FE44BB"/>
    <w:rsid w:val="00FF1B37"/>
    <w:rsid w:val="00FF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8956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8956B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aliases w:val=" Знак Знак1 Знак Знак Знак Знак Знак Знак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Body Text"/>
    <w:basedOn w:val="a"/>
    <w:pPr>
      <w:jc w:val="both"/>
    </w:pPr>
    <w:rPr>
      <w:sz w:val="28"/>
      <w:szCs w:val="20"/>
    </w:rPr>
  </w:style>
  <w:style w:type="paragraph" w:styleId="20">
    <w:name w:val="Body Text 2"/>
    <w:basedOn w:val="a"/>
    <w:pPr>
      <w:jc w:val="right"/>
    </w:pPr>
    <w:rPr>
      <w:sz w:val="28"/>
      <w:lang w:val="uk-UA"/>
    </w:rPr>
  </w:style>
  <w:style w:type="paragraph" w:styleId="a6">
    <w:name w:val="Balloon Text"/>
    <w:basedOn w:val="a"/>
    <w:semiHidden/>
    <w:rsid w:val="002F01E0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2F01E0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9"/>
    <w:uiPriority w:val="99"/>
    <w:rsid w:val="007334C6"/>
    <w:pPr>
      <w:spacing w:after="120"/>
      <w:ind w:left="283"/>
    </w:pPr>
  </w:style>
  <w:style w:type="table" w:styleId="aa">
    <w:name w:val="Table Grid"/>
    <w:basedOn w:val="a1"/>
    <w:rsid w:val="00733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502B9E"/>
  </w:style>
  <w:style w:type="paragraph" w:styleId="21">
    <w:name w:val="Body Text Indent 2"/>
    <w:basedOn w:val="a"/>
    <w:link w:val="22"/>
    <w:uiPriority w:val="99"/>
    <w:rsid w:val="00601E4E"/>
    <w:pPr>
      <w:spacing w:after="120" w:line="480" w:lineRule="auto"/>
      <w:ind w:left="283"/>
    </w:pPr>
  </w:style>
  <w:style w:type="character" w:customStyle="1" w:styleId="a4">
    <w:name w:val="Верхний колонтитул Знак"/>
    <w:link w:val="a3"/>
    <w:rsid w:val="008049C0"/>
    <w:rPr>
      <w:lang w:val="ru-RU" w:eastAsia="ru-RU" w:bidi="ar-SA"/>
    </w:rPr>
  </w:style>
  <w:style w:type="paragraph" w:customStyle="1" w:styleId="10">
    <w:name w:val=" Знак Знак1 Знак Знак Знак Знак"/>
    <w:basedOn w:val="a"/>
    <w:link w:val="a0"/>
    <w:rsid w:val="004110F5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текст с отступом Знак"/>
    <w:link w:val="a8"/>
    <w:uiPriority w:val="99"/>
    <w:rsid w:val="00E94E9B"/>
    <w:rPr>
      <w:sz w:val="24"/>
      <w:szCs w:val="24"/>
    </w:rPr>
  </w:style>
  <w:style w:type="character" w:styleId="ac">
    <w:name w:val="Hyperlink"/>
    <w:uiPriority w:val="99"/>
    <w:unhideWhenUsed/>
    <w:rsid w:val="00CF7C9F"/>
    <w:rPr>
      <w:color w:val="0000FF"/>
      <w:u w:val="single"/>
    </w:rPr>
  </w:style>
  <w:style w:type="character" w:customStyle="1" w:styleId="30">
    <w:name w:val="Заголовок 3 Знак"/>
    <w:link w:val="3"/>
    <w:rsid w:val="00D5104B"/>
    <w:rPr>
      <w:sz w:val="28"/>
      <w:szCs w:val="24"/>
      <w:lang w:eastAsia="ru-RU"/>
    </w:rPr>
  </w:style>
  <w:style w:type="paragraph" w:styleId="ad">
    <w:name w:val="Normal (Web)"/>
    <w:basedOn w:val="a"/>
    <w:uiPriority w:val="99"/>
    <w:unhideWhenUsed/>
    <w:rsid w:val="00D5104B"/>
    <w:pPr>
      <w:spacing w:before="100" w:beforeAutospacing="1" w:after="100" w:afterAutospacing="1"/>
    </w:pPr>
  </w:style>
  <w:style w:type="character" w:customStyle="1" w:styleId="22">
    <w:name w:val="Основной текст с отступом 2 Знак"/>
    <w:link w:val="21"/>
    <w:uiPriority w:val="99"/>
    <w:rsid w:val="00D5104B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le\Application%20Data\Microsoft\&#1064;&#1072;&#1073;&#1083;&#1086;&#1085;&#1099;\&#1073;&#1083;&#1072;&#1085;&#1082;-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бланк-2011.dot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ДЕРЖКОМСТАТ УКРАЇНИ</vt:lpstr>
    </vt:vector>
  </TitlesOfParts>
  <Company>Stat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ДЕРЖКОМСТАТ УКРАЇНИ</dc:title>
  <dc:creator>Aple</dc:creator>
  <cp:lastModifiedBy>Kalinovska</cp:lastModifiedBy>
  <cp:revision>2</cp:revision>
  <cp:lastPrinted>2017-07-24T08:15:00Z</cp:lastPrinted>
  <dcterms:created xsi:type="dcterms:W3CDTF">2017-12-26T12:19:00Z</dcterms:created>
  <dcterms:modified xsi:type="dcterms:W3CDTF">2017-12-26T12:19:00Z</dcterms:modified>
</cp:coreProperties>
</file>