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5C" w:rsidRDefault="004A415C" w:rsidP="00B84CC1">
      <w:pPr>
        <w:pStyle w:val="21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Демографічна</w:t>
      </w:r>
      <w:r w:rsidR="0086761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ситуація в Сумській</w:t>
      </w:r>
      <w:r w:rsidR="00B84CC1">
        <w:rPr>
          <w:b/>
          <w:sz w:val="28"/>
          <w:szCs w:val="28"/>
          <w:lang w:val="uk-UA"/>
        </w:rPr>
        <w:t xml:space="preserve"> області</w:t>
      </w:r>
      <w:r>
        <w:rPr>
          <w:b/>
          <w:sz w:val="28"/>
          <w:szCs w:val="28"/>
          <w:lang w:val="uk-UA"/>
        </w:rPr>
        <w:t xml:space="preserve"> </w:t>
      </w:r>
    </w:p>
    <w:p w:rsidR="00867619" w:rsidRDefault="003D7B08" w:rsidP="00B84CC1">
      <w:pPr>
        <w:pStyle w:val="21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січні–</w:t>
      </w:r>
      <w:r w:rsidR="00E57312">
        <w:rPr>
          <w:b/>
          <w:sz w:val="28"/>
          <w:szCs w:val="28"/>
          <w:lang w:val="uk-UA"/>
        </w:rPr>
        <w:t>в</w:t>
      </w:r>
      <w:r w:rsidR="0085797A">
        <w:rPr>
          <w:b/>
          <w:sz w:val="28"/>
          <w:szCs w:val="28"/>
          <w:lang w:val="uk-UA"/>
        </w:rPr>
        <w:t>ер</w:t>
      </w:r>
      <w:r w:rsidR="00E57312">
        <w:rPr>
          <w:b/>
          <w:sz w:val="28"/>
          <w:szCs w:val="28"/>
          <w:lang w:val="uk-UA"/>
        </w:rPr>
        <w:t>ес</w:t>
      </w:r>
      <w:r w:rsidR="00530217">
        <w:rPr>
          <w:b/>
          <w:sz w:val="28"/>
          <w:szCs w:val="28"/>
          <w:lang w:val="uk-UA"/>
        </w:rPr>
        <w:t>ні</w:t>
      </w:r>
      <w:r w:rsidR="004A415C">
        <w:rPr>
          <w:b/>
          <w:sz w:val="28"/>
          <w:szCs w:val="28"/>
          <w:lang w:val="uk-UA"/>
        </w:rPr>
        <w:t xml:space="preserve"> 2017 року</w:t>
      </w:r>
    </w:p>
    <w:p w:rsidR="00867619" w:rsidRPr="00547DB5" w:rsidRDefault="00867619" w:rsidP="00867619">
      <w:pPr>
        <w:pStyle w:val="21"/>
        <w:spacing w:after="0" w:line="240" w:lineRule="auto"/>
        <w:ind w:left="0" w:firstLine="720"/>
        <w:rPr>
          <w:b/>
          <w:sz w:val="28"/>
          <w:szCs w:val="28"/>
        </w:rPr>
      </w:pPr>
    </w:p>
    <w:p w:rsidR="006B3157" w:rsidRPr="00DB4DAD" w:rsidRDefault="00867619" w:rsidP="00867619">
      <w:pPr>
        <w:ind w:firstLine="708"/>
        <w:jc w:val="both"/>
        <w:rPr>
          <w:sz w:val="16"/>
          <w:szCs w:val="16"/>
          <w:lang w:val="uk-UA"/>
        </w:rPr>
      </w:pPr>
      <w:r w:rsidRPr="00E57312">
        <w:rPr>
          <w:sz w:val="28"/>
          <w:lang w:val="uk-UA"/>
        </w:rPr>
        <w:t>Головне управління статистики у Сумській обла</w:t>
      </w:r>
      <w:r w:rsidR="006B3157" w:rsidRPr="00E57312">
        <w:rPr>
          <w:sz w:val="28"/>
          <w:lang w:val="uk-UA"/>
        </w:rPr>
        <w:t xml:space="preserve">сті повідомляє: </w:t>
      </w:r>
      <w:r w:rsidR="0085797A" w:rsidRPr="00E57312">
        <w:rPr>
          <w:sz w:val="28"/>
          <w:lang w:val="uk-UA"/>
        </w:rPr>
        <w:br/>
      </w:r>
      <w:r w:rsidR="006B3157" w:rsidRPr="00E57312">
        <w:rPr>
          <w:sz w:val="28"/>
          <w:lang w:val="uk-UA"/>
        </w:rPr>
        <w:t>кількість</w:t>
      </w:r>
      <w:r w:rsidR="006B3157" w:rsidRPr="00E57312">
        <w:rPr>
          <w:sz w:val="28"/>
        </w:rPr>
        <w:t xml:space="preserve"> </w:t>
      </w:r>
      <w:r w:rsidR="004A415C" w:rsidRPr="00E57312">
        <w:rPr>
          <w:sz w:val="28"/>
          <w:lang w:val="uk-UA"/>
        </w:rPr>
        <w:t>наяв</w:t>
      </w:r>
      <w:r w:rsidRPr="00E57312">
        <w:rPr>
          <w:sz w:val="28"/>
          <w:lang w:val="uk-UA"/>
        </w:rPr>
        <w:t>ного населення</w:t>
      </w:r>
      <w:r w:rsidR="00813874" w:rsidRPr="00E57312">
        <w:rPr>
          <w:sz w:val="28"/>
          <w:lang w:val="uk-UA"/>
        </w:rPr>
        <w:t xml:space="preserve"> Сумс</w:t>
      </w:r>
      <w:r w:rsidR="004A415C" w:rsidRPr="00E57312">
        <w:rPr>
          <w:sz w:val="28"/>
          <w:lang w:val="uk-UA"/>
        </w:rPr>
        <w:t xml:space="preserve">ької області, за оцінкою, станом на </w:t>
      </w:r>
      <w:r w:rsidR="00DC1E18" w:rsidRPr="00E57312">
        <w:rPr>
          <w:sz w:val="28"/>
          <w:lang w:val="uk-UA"/>
        </w:rPr>
        <w:br/>
      </w:r>
      <w:r w:rsidR="003D7B08" w:rsidRPr="00E57312">
        <w:rPr>
          <w:sz w:val="28"/>
          <w:lang w:val="uk-UA"/>
        </w:rPr>
        <w:t xml:space="preserve">1 </w:t>
      </w:r>
      <w:r w:rsidR="00E57312" w:rsidRPr="00E57312">
        <w:rPr>
          <w:sz w:val="28"/>
          <w:lang w:val="uk-UA"/>
        </w:rPr>
        <w:t>жовт</w:t>
      </w:r>
      <w:r w:rsidR="00530217" w:rsidRPr="00E57312">
        <w:rPr>
          <w:sz w:val="28"/>
          <w:lang w:val="uk-UA"/>
        </w:rPr>
        <w:t>ня</w:t>
      </w:r>
      <w:r w:rsidR="00C21BF3" w:rsidRPr="00E57312">
        <w:rPr>
          <w:sz w:val="28"/>
          <w:lang w:val="uk-UA"/>
        </w:rPr>
        <w:t xml:space="preserve"> 2017р.</w:t>
      </w:r>
      <w:r w:rsidR="004A415C" w:rsidRPr="00E57312">
        <w:rPr>
          <w:sz w:val="28"/>
          <w:lang w:val="uk-UA"/>
        </w:rPr>
        <w:t xml:space="preserve"> </w:t>
      </w:r>
      <w:r w:rsidR="000D662F" w:rsidRPr="0079392E">
        <w:rPr>
          <w:sz w:val="28"/>
          <w:lang w:val="uk-UA"/>
        </w:rPr>
        <w:t>становила 109</w:t>
      </w:r>
      <w:r w:rsidR="00D26C35" w:rsidRPr="0079392E">
        <w:rPr>
          <w:sz w:val="28"/>
          <w:lang w:val="uk-UA"/>
        </w:rPr>
        <w:t>6</w:t>
      </w:r>
      <w:r w:rsidR="000D662F" w:rsidRPr="0079392E">
        <w:rPr>
          <w:sz w:val="28"/>
          <w:lang w:val="uk-UA"/>
        </w:rPr>
        <w:t>,</w:t>
      </w:r>
      <w:r w:rsidR="0085797A" w:rsidRPr="0079392E">
        <w:rPr>
          <w:sz w:val="28"/>
          <w:lang w:val="uk-UA"/>
        </w:rPr>
        <w:t>9</w:t>
      </w:r>
      <w:r w:rsidR="00E57F67" w:rsidRPr="0079392E">
        <w:rPr>
          <w:sz w:val="28"/>
          <w:lang w:val="uk-UA"/>
        </w:rPr>
        <w:t xml:space="preserve"> тис.</w:t>
      </w:r>
      <w:r w:rsidR="004A415C" w:rsidRPr="0079392E">
        <w:rPr>
          <w:sz w:val="28"/>
          <w:lang w:val="uk-UA"/>
        </w:rPr>
        <w:t xml:space="preserve"> осіб</w:t>
      </w:r>
      <w:r w:rsidR="004A415C" w:rsidRPr="00DB4DAD">
        <w:rPr>
          <w:sz w:val="28"/>
          <w:lang w:val="uk-UA"/>
        </w:rPr>
        <w:t xml:space="preserve">, з них міських жителів – </w:t>
      </w:r>
      <w:r w:rsidR="00DB4DAD" w:rsidRPr="00DB4DAD">
        <w:rPr>
          <w:sz w:val="28"/>
          <w:lang w:val="uk-UA"/>
        </w:rPr>
        <w:t>68,9</w:t>
      </w:r>
      <w:r w:rsidR="004A415C" w:rsidRPr="00DB4DAD">
        <w:rPr>
          <w:sz w:val="28"/>
          <w:lang w:val="uk-UA"/>
        </w:rPr>
        <w:t xml:space="preserve">%, </w:t>
      </w:r>
      <w:r w:rsidR="00DC1E18" w:rsidRPr="00DB4DAD">
        <w:rPr>
          <w:sz w:val="28"/>
          <w:lang w:val="uk-UA"/>
        </w:rPr>
        <w:br/>
      </w:r>
      <w:r w:rsidR="004A415C" w:rsidRPr="00DB4DAD">
        <w:rPr>
          <w:sz w:val="28"/>
          <w:lang w:val="uk-UA"/>
        </w:rPr>
        <w:t xml:space="preserve">сільських – </w:t>
      </w:r>
      <w:r w:rsidR="00DB4DAD" w:rsidRPr="00DB4DAD">
        <w:rPr>
          <w:sz w:val="28"/>
          <w:lang w:val="uk-UA"/>
        </w:rPr>
        <w:t>31,1</w:t>
      </w:r>
      <w:r w:rsidR="004A415C" w:rsidRPr="00DB4DAD">
        <w:rPr>
          <w:sz w:val="28"/>
          <w:lang w:val="uk-UA"/>
        </w:rPr>
        <w:t>%.</w:t>
      </w:r>
      <w:r w:rsidRPr="00DB4DAD">
        <w:rPr>
          <w:sz w:val="28"/>
          <w:lang w:val="uk-UA"/>
        </w:rPr>
        <w:t xml:space="preserve"> </w:t>
      </w:r>
    </w:p>
    <w:p w:rsidR="00DC0C72" w:rsidRPr="00DC0C72" w:rsidRDefault="00DC0C72" w:rsidP="00867619">
      <w:pPr>
        <w:ind w:firstLine="708"/>
        <w:jc w:val="both"/>
        <w:rPr>
          <w:sz w:val="16"/>
          <w:szCs w:val="16"/>
          <w:lang w:val="uk-UA"/>
        </w:rPr>
      </w:pPr>
    </w:p>
    <w:p w:rsidR="006B3157" w:rsidRPr="00415695" w:rsidRDefault="004A415C" w:rsidP="00867619">
      <w:pPr>
        <w:ind w:firstLine="708"/>
        <w:jc w:val="both"/>
        <w:rPr>
          <w:sz w:val="28"/>
          <w:lang w:val="uk-UA"/>
        </w:rPr>
      </w:pPr>
      <w:r w:rsidRPr="00D26C35">
        <w:rPr>
          <w:sz w:val="28"/>
          <w:lang w:val="uk-UA"/>
        </w:rPr>
        <w:t>Упродовж</w:t>
      </w:r>
      <w:r w:rsidR="00DC1E18" w:rsidRPr="00D26C35">
        <w:rPr>
          <w:sz w:val="28"/>
          <w:lang w:val="uk-UA"/>
        </w:rPr>
        <w:t xml:space="preserve"> </w:t>
      </w:r>
      <w:r w:rsidR="003D7B08" w:rsidRPr="00D26C35">
        <w:rPr>
          <w:sz w:val="28"/>
          <w:lang w:val="uk-UA"/>
        </w:rPr>
        <w:t>січня–</w:t>
      </w:r>
      <w:r w:rsidR="00E57312" w:rsidRPr="00D26C35">
        <w:rPr>
          <w:sz w:val="28"/>
          <w:lang w:val="uk-UA"/>
        </w:rPr>
        <w:t>вересня</w:t>
      </w:r>
      <w:r w:rsidR="00530217" w:rsidRPr="00D26C35">
        <w:rPr>
          <w:sz w:val="28"/>
          <w:lang w:val="uk-UA"/>
        </w:rPr>
        <w:t xml:space="preserve"> </w:t>
      </w:r>
      <w:r w:rsidRPr="00D26C35">
        <w:rPr>
          <w:sz w:val="28"/>
          <w:lang w:val="uk-UA"/>
        </w:rPr>
        <w:t xml:space="preserve">2017р. чисельність населення області </w:t>
      </w:r>
      <w:r w:rsidRPr="00415695">
        <w:rPr>
          <w:sz w:val="28"/>
          <w:lang w:val="uk-UA"/>
        </w:rPr>
        <w:t xml:space="preserve">зменшилась на </w:t>
      </w:r>
      <w:r w:rsidR="00D26C35" w:rsidRPr="00415695">
        <w:rPr>
          <w:sz w:val="28"/>
          <w:lang w:val="uk-UA"/>
        </w:rPr>
        <w:t>7</w:t>
      </w:r>
      <w:r w:rsidR="0085797A" w:rsidRPr="00415695">
        <w:rPr>
          <w:sz w:val="28"/>
          <w:lang w:val="uk-UA"/>
        </w:rPr>
        <w:t>64</w:t>
      </w:r>
      <w:r w:rsidR="00D26C35" w:rsidRPr="00415695">
        <w:rPr>
          <w:sz w:val="28"/>
          <w:lang w:val="uk-UA"/>
        </w:rPr>
        <w:t>7</w:t>
      </w:r>
      <w:r w:rsidRPr="00415695">
        <w:rPr>
          <w:sz w:val="28"/>
          <w:lang w:val="uk-UA"/>
        </w:rPr>
        <w:t xml:space="preserve"> </w:t>
      </w:r>
      <w:r w:rsidR="000D662F" w:rsidRPr="00415695">
        <w:rPr>
          <w:sz w:val="28"/>
          <w:lang w:val="uk-UA"/>
        </w:rPr>
        <w:t>ос</w:t>
      </w:r>
      <w:r w:rsidR="0085797A" w:rsidRPr="00415695">
        <w:rPr>
          <w:sz w:val="28"/>
          <w:lang w:val="uk-UA"/>
        </w:rPr>
        <w:t>іб</w:t>
      </w:r>
      <w:r w:rsidR="006B3157" w:rsidRPr="00415695">
        <w:rPr>
          <w:sz w:val="28"/>
          <w:lang w:val="uk-UA"/>
        </w:rPr>
        <w:t>.</w:t>
      </w:r>
    </w:p>
    <w:p w:rsidR="006B3157" w:rsidRPr="00415695" w:rsidRDefault="006B3157" w:rsidP="00867619">
      <w:pPr>
        <w:ind w:firstLine="708"/>
        <w:jc w:val="both"/>
        <w:rPr>
          <w:sz w:val="16"/>
          <w:szCs w:val="16"/>
          <w:lang w:val="uk-UA"/>
        </w:rPr>
      </w:pPr>
    </w:p>
    <w:p w:rsidR="006B3157" w:rsidRPr="00415695" w:rsidRDefault="006B3157" w:rsidP="00867619">
      <w:pPr>
        <w:ind w:firstLine="708"/>
        <w:jc w:val="both"/>
        <w:rPr>
          <w:sz w:val="28"/>
          <w:lang w:val="uk-UA"/>
        </w:rPr>
      </w:pPr>
      <w:r w:rsidRPr="00415695">
        <w:rPr>
          <w:sz w:val="28"/>
          <w:lang w:val="uk-UA"/>
        </w:rPr>
        <w:t xml:space="preserve">Кількість </w:t>
      </w:r>
      <w:r w:rsidR="003D7B08" w:rsidRPr="00415695">
        <w:rPr>
          <w:sz w:val="28"/>
          <w:lang w:val="uk-UA"/>
        </w:rPr>
        <w:t>народжених у січні–</w:t>
      </w:r>
      <w:r w:rsidR="00E57312" w:rsidRPr="00415695">
        <w:rPr>
          <w:sz w:val="28"/>
          <w:lang w:val="uk-UA"/>
        </w:rPr>
        <w:t>в</w:t>
      </w:r>
      <w:r w:rsidR="0085797A" w:rsidRPr="00415695">
        <w:rPr>
          <w:sz w:val="28"/>
          <w:lang w:val="uk-UA"/>
        </w:rPr>
        <w:t>ер</w:t>
      </w:r>
      <w:r w:rsidR="00E57312" w:rsidRPr="00415695">
        <w:rPr>
          <w:sz w:val="28"/>
          <w:lang w:val="uk-UA"/>
        </w:rPr>
        <w:t>ес</w:t>
      </w:r>
      <w:r w:rsidR="00530217" w:rsidRPr="00415695">
        <w:rPr>
          <w:sz w:val="28"/>
          <w:lang w:val="uk-UA"/>
        </w:rPr>
        <w:t>ні</w:t>
      </w:r>
      <w:r w:rsidR="004A415C" w:rsidRPr="00415695">
        <w:rPr>
          <w:sz w:val="28"/>
          <w:lang w:val="uk-UA"/>
        </w:rPr>
        <w:t xml:space="preserve"> 2017р. в області становила </w:t>
      </w:r>
      <w:r w:rsidR="00DC1E18" w:rsidRPr="00415695">
        <w:rPr>
          <w:sz w:val="28"/>
          <w:lang w:val="uk-UA"/>
        </w:rPr>
        <w:br/>
      </w:r>
      <w:r w:rsidR="00D26C35" w:rsidRPr="00415695">
        <w:rPr>
          <w:sz w:val="28"/>
          <w:lang w:val="uk-UA"/>
        </w:rPr>
        <w:t>6090</w:t>
      </w:r>
      <w:r w:rsidR="00512446" w:rsidRPr="00415695">
        <w:rPr>
          <w:sz w:val="28"/>
          <w:lang w:val="uk-UA"/>
        </w:rPr>
        <w:t xml:space="preserve"> </w:t>
      </w:r>
      <w:r w:rsidR="00415695" w:rsidRPr="00415695">
        <w:rPr>
          <w:sz w:val="28"/>
          <w:lang w:val="uk-UA"/>
        </w:rPr>
        <w:t>немовлят</w:t>
      </w:r>
      <w:r w:rsidR="004A415C" w:rsidRPr="00415695">
        <w:rPr>
          <w:sz w:val="28"/>
          <w:lang w:val="uk-UA"/>
        </w:rPr>
        <w:t xml:space="preserve">, що на </w:t>
      </w:r>
      <w:r w:rsidR="00415695" w:rsidRPr="00415695">
        <w:rPr>
          <w:sz w:val="28"/>
          <w:lang w:val="uk-UA"/>
        </w:rPr>
        <w:t>682</w:t>
      </w:r>
      <w:r w:rsidR="000D662F" w:rsidRPr="00415695">
        <w:rPr>
          <w:sz w:val="28"/>
          <w:lang w:val="uk-UA"/>
        </w:rPr>
        <w:t xml:space="preserve"> </w:t>
      </w:r>
      <w:r w:rsidR="00415695" w:rsidRPr="00415695">
        <w:rPr>
          <w:sz w:val="28"/>
          <w:lang w:val="uk-UA"/>
        </w:rPr>
        <w:t xml:space="preserve">дитини </w:t>
      </w:r>
      <w:r w:rsidR="004A415C" w:rsidRPr="00415695">
        <w:rPr>
          <w:sz w:val="28"/>
          <w:lang w:val="uk-UA"/>
        </w:rPr>
        <w:t>менше, ніж у відповідному періоді 2016р.</w:t>
      </w:r>
    </w:p>
    <w:p w:rsidR="00867619" w:rsidRPr="00415695" w:rsidRDefault="00867619" w:rsidP="00867619">
      <w:pPr>
        <w:ind w:firstLine="708"/>
        <w:jc w:val="both"/>
        <w:rPr>
          <w:sz w:val="16"/>
          <w:szCs w:val="16"/>
          <w:lang w:val="uk-UA"/>
        </w:rPr>
      </w:pPr>
    </w:p>
    <w:p w:rsidR="00867619" w:rsidRPr="00DC0C72" w:rsidRDefault="00785024" w:rsidP="00867619">
      <w:pPr>
        <w:ind w:firstLine="708"/>
        <w:jc w:val="both"/>
        <w:rPr>
          <w:sz w:val="28"/>
          <w:lang w:val="uk-UA"/>
        </w:rPr>
      </w:pPr>
      <w:r w:rsidRPr="00DC0C72">
        <w:rPr>
          <w:sz w:val="28"/>
          <w:lang w:val="uk-UA"/>
        </w:rPr>
        <w:t>Кількість</w:t>
      </w:r>
      <w:r w:rsidR="003D7B08" w:rsidRPr="00DC0C72">
        <w:rPr>
          <w:sz w:val="28"/>
          <w:lang w:val="uk-UA"/>
        </w:rPr>
        <w:t xml:space="preserve"> померлих по області у </w:t>
      </w:r>
      <w:r w:rsidR="00E57312" w:rsidRPr="00DC0C72">
        <w:rPr>
          <w:sz w:val="28"/>
          <w:lang w:val="uk-UA"/>
        </w:rPr>
        <w:t xml:space="preserve">січні–вересні </w:t>
      </w:r>
      <w:r w:rsidRPr="00DC0C72">
        <w:rPr>
          <w:sz w:val="28"/>
          <w:lang w:val="uk-UA"/>
        </w:rPr>
        <w:t xml:space="preserve">2017р. складала </w:t>
      </w:r>
      <w:r w:rsidR="00D632AE" w:rsidRPr="00DC0C72">
        <w:rPr>
          <w:sz w:val="28"/>
          <w:lang w:val="uk-UA"/>
        </w:rPr>
        <w:br/>
      </w:r>
      <w:r w:rsidR="00D26C35" w:rsidRPr="00DC0C72">
        <w:rPr>
          <w:sz w:val="28"/>
          <w:lang w:val="uk-UA"/>
        </w:rPr>
        <w:t>131</w:t>
      </w:r>
      <w:r w:rsidR="0085797A" w:rsidRPr="00DC0C72">
        <w:rPr>
          <w:sz w:val="28"/>
          <w:lang w:val="uk-UA"/>
        </w:rPr>
        <w:t>6</w:t>
      </w:r>
      <w:r w:rsidR="00D26C35" w:rsidRPr="00DC0C72">
        <w:rPr>
          <w:sz w:val="28"/>
        </w:rPr>
        <w:t>9</w:t>
      </w:r>
      <w:r w:rsidRPr="00DC0C72">
        <w:rPr>
          <w:sz w:val="28"/>
          <w:lang w:val="uk-UA"/>
        </w:rPr>
        <w:t xml:space="preserve"> ос</w:t>
      </w:r>
      <w:r w:rsidR="00D26C35" w:rsidRPr="00DC0C72">
        <w:rPr>
          <w:sz w:val="28"/>
          <w:lang w:val="uk-UA"/>
        </w:rPr>
        <w:t>іб</w:t>
      </w:r>
      <w:r w:rsidRPr="00DC0C72">
        <w:rPr>
          <w:sz w:val="28"/>
          <w:lang w:val="uk-UA"/>
        </w:rPr>
        <w:t xml:space="preserve">, що на </w:t>
      </w:r>
      <w:r w:rsidR="0085797A" w:rsidRPr="00DC0C72">
        <w:rPr>
          <w:sz w:val="28"/>
          <w:lang w:val="uk-UA"/>
        </w:rPr>
        <w:t>7</w:t>
      </w:r>
      <w:r w:rsidR="00DC0C72" w:rsidRPr="00DC0C72">
        <w:rPr>
          <w:sz w:val="28"/>
          <w:lang w:val="uk-UA"/>
        </w:rPr>
        <w:t>99 осі</w:t>
      </w:r>
      <w:r w:rsidRPr="00DC0C72">
        <w:rPr>
          <w:sz w:val="28"/>
          <w:lang w:val="uk-UA"/>
        </w:rPr>
        <w:t>б</w:t>
      </w:r>
      <w:r w:rsidR="003D7B08" w:rsidRPr="00DC0C72">
        <w:rPr>
          <w:sz w:val="28"/>
          <w:lang w:val="uk-UA"/>
        </w:rPr>
        <w:t xml:space="preserve"> менше, ніж у </w:t>
      </w:r>
      <w:r w:rsidR="00E57312" w:rsidRPr="00DC0C72">
        <w:rPr>
          <w:sz w:val="28"/>
          <w:lang w:val="uk-UA"/>
        </w:rPr>
        <w:t xml:space="preserve">січні–вересні </w:t>
      </w:r>
      <w:r w:rsidRPr="00DC0C72">
        <w:rPr>
          <w:sz w:val="28"/>
          <w:lang w:val="uk-UA"/>
        </w:rPr>
        <w:t>2016р.</w:t>
      </w:r>
    </w:p>
    <w:p w:rsidR="00E37C0A" w:rsidRPr="00DC0C72" w:rsidRDefault="00E37C0A" w:rsidP="00682708">
      <w:pPr>
        <w:rPr>
          <w:sz w:val="16"/>
          <w:szCs w:val="16"/>
          <w:lang w:val="uk-UA"/>
        </w:rPr>
      </w:pPr>
    </w:p>
    <w:p w:rsidR="00BF6DDF" w:rsidRPr="00D26C35" w:rsidRDefault="00785024" w:rsidP="001265C7">
      <w:pPr>
        <w:ind w:firstLine="708"/>
        <w:jc w:val="both"/>
        <w:rPr>
          <w:sz w:val="28"/>
          <w:lang w:val="uk-UA"/>
        </w:rPr>
      </w:pPr>
      <w:r w:rsidRPr="00DC0C72">
        <w:rPr>
          <w:sz w:val="28"/>
          <w:lang w:val="uk-UA"/>
        </w:rPr>
        <w:t>Природне скорочен</w:t>
      </w:r>
      <w:r w:rsidR="003D7B08" w:rsidRPr="00DC0C72">
        <w:rPr>
          <w:sz w:val="28"/>
          <w:lang w:val="uk-UA"/>
        </w:rPr>
        <w:t>ня</w:t>
      </w:r>
      <w:r w:rsidR="003D7B08" w:rsidRPr="00D26C35">
        <w:rPr>
          <w:sz w:val="28"/>
          <w:lang w:val="uk-UA"/>
        </w:rPr>
        <w:t xml:space="preserve"> населення області у </w:t>
      </w:r>
      <w:r w:rsidR="00E57312" w:rsidRPr="00D26C35">
        <w:rPr>
          <w:sz w:val="28"/>
          <w:lang w:val="uk-UA"/>
        </w:rPr>
        <w:t xml:space="preserve">січні–вересні </w:t>
      </w:r>
      <w:r w:rsidRPr="00D26C35">
        <w:rPr>
          <w:sz w:val="28"/>
          <w:lang w:val="uk-UA"/>
        </w:rPr>
        <w:t xml:space="preserve">2017р. становило </w:t>
      </w:r>
      <w:r w:rsidR="00D26C35" w:rsidRPr="00D26C35">
        <w:rPr>
          <w:sz w:val="28"/>
        </w:rPr>
        <w:t>7079</w:t>
      </w:r>
      <w:r w:rsidRPr="00D26C35">
        <w:rPr>
          <w:sz w:val="28"/>
          <w:lang w:val="uk-UA"/>
        </w:rPr>
        <w:t xml:space="preserve"> осіб.</w:t>
      </w:r>
    </w:p>
    <w:p w:rsidR="00785024" w:rsidRPr="00D26C35" w:rsidRDefault="00785024" w:rsidP="007527C6">
      <w:pPr>
        <w:rPr>
          <w:sz w:val="28"/>
          <w:lang w:val="uk-UA"/>
        </w:rPr>
      </w:pPr>
    </w:p>
    <w:p w:rsidR="00785024" w:rsidRDefault="00785024" w:rsidP="007527C6">
      <w:pPr>
        <w:rPr>
          <w:sz w:val="28"/>
          <w:lang w:val="uk-UA"/>
        </w:rPr>
      </w:pPr>
    </w:p>
    <w:p w:rsidR="00EA1CE3" w:rsidRPr="004D2B1D" w:rsidRDefault="004D2B1D" w:rsidP="004D2B1D">
      <w:pPr>
        <w:jc w:val="both"/>
        <w:rPr>
          <w:sz w:val="20"/>
          <w:lang w:val="uk-UA"/>
        </w:rPr>
      </w:pPr>
      <w:r>
        <w:rPr>
          <w:sz w:val="20"/>
        </w:rPr>
        <w:t>© Головне управління статистики у Сумській області, 20</w:t>
      </w:r>
      <w:r>
        <w:rPr>
          <w:sz w:val="20"/>
          <w:lang w:val="uk-UA"/>
        </w:rPr>
        <w:t>1</w:t>
      </w:r>
      <w:r w:rsidR="008518FB">
        <w:rPr>
          <w:sz w:val="20"/>
        </w:rPr>
        <w:t>7</w:t>
      </w:r>
    </w:p>
    <w:sectPr w:rsidR="00EA1CE3" w:rsidRPr="004D2B1D" w:rsidSect="00EA1CE3">
      <w:headerReference w:type="even" r:id="rId7"/>
      <w:headerReference w:type="default" r:id="rId8"/>
      <w:footerReference w:type="even" r:id="rId9"/>
      <w:headerReference w:type="first" r:id="rId10"/>
      <w:pgSz w:w="11906" w:h="16838" w:code="9"/>
      <w:pgMar w:top="1134" w:right="567" w:bottom="1134" w:left="1701" w:header="113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EE5" w:rsidRDefault="00937EE5">
      <w:r>
        <w:separator/>
      </w:r>
    </w:p>
  </w:endnote>
  <w:endnote w:type="continuationSeparator" w:id="1">
    <w:p w:rsidR="00937EE5" w:rsidRDefault="00937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B1D" w:rsidRDefault="004D2B1D" w:rsidP="00E5605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2B1D" w:rsidRDefault="004D2B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EE5" w:rsidRDefault="00937EE5">
      <w:r>
        <w:separator/>
      </w:r>
    </w:p>
  </w:footnote>
  <w:footnote w:type="continuationSeparator" w:id="1">
    <w:p w:rsidR="00937EE5" w:rsidRDefault="00937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220" w:rsidRDefault="00417220" w:rsidP="00E5605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7220" w:rsidRDefault="004172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220" w:rsidRDefault="00417220" w:rsidP="00E5605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797A">
      <w:rPr>
        <w:rStyle w:val="a9"/>
        <w:noProof/>
      </w:rPr>
      <w:t>2</w:t>
    </w:r>
    <w:r>
      <w:rPr>
        <w:rStyle w:val="a9"/>
      </w:rPr>
      <w:fldChar w:fldCharType="end"/>
    </w:r>
  </w:p>
  <w:p w:rsidR="007334C6" w:rsidRPr="004C6107" w:rsidRDefault="007334C6">
    <w:pPr>
      <w:pStyle w:val="a3"/>
      <w:jc w:val="center"/>
      <w:rPr>
        <w:sz w:val="2"/>
        <w:szCs w:val="2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4F" w:rsidRPr="000000D8" w:rsidRDefault="000C204F" w:rsidP="000C204F">
    <w:pPr>
      <w:pStyle w:val="a3"/>
      <w:jc w:val="center"/>
      <w:rPr>
        <w:sz w:val="4"/>
        <w:szCs w:val="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16168"/>
    <w:multiLevelType w:val="singleLevel"/>
    <w:tmpl w:val="2DCA0FA6"/>
    <w:lvl w:ilvl="0">
      <w:start w:val="4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</w:abstractNum>
  <w:abstractNum w:abstractNumId="1">
    <w:nsid w:val="52595DC4"/>
    <w:multiLevelType w:val="singleLevel"/>
    <w:tmpl w:val="00CAB7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6887FC2"/>
    <w:multiLevelType w:val="singleLevel"/>
    <w:tmpl w:val="350A30A4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7E497E15"/>
    <w:multiLevelType w:val="singleLevel"/>
    <w:tmpl w:val="73F4C480"/>
    <w:lvl w:ilvl="0">
      <w:start w:val="6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attachedTemplate r:id="rId1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F18FE"/>
    <w:rsid w:val="000000D8"/>
    <w:rsid w:val="00003268"/>
    <w:rsid w:val="000067ED"/>
    <w:rsid w:val="0002740E"/>
    <w:rsid w:val="00027F3E"/>
    <w:rsid w:val="000315DD"/>
    <w:rsid w:val="000367E0"/>
    <w:rsid w:val="0003699F"/>
    <w:rsid w:val="000711E9"/>
    <w:rsid w:val="00075712"/>
    <w:rsid w:val="0008405A"/>
    <w:rsid w:val="00091ADD"/>
    <w:rsid w:val="00095F5F"/>
    <w:rsid w:val="0009623B"/>
    <w:rsid w:val="000A02C0"/>
    <w:rsid w:val="000B4744"/>
    <w:rsid w:val="000C204F"/>
    <w:rsid w:val="000C7B92"/>
    <w:rsid w:val="000D5717"/>
    <w:rsid w:val="000D662F"/>
    <w:rsid w:val="000F6516"/>
    <w:rsid w:val="001224EC"/>
    <w:rsid w:val="00125DCC"/>
    <w:rsid w:val="001265C7"/>
    <w:rsid w:val="00155BA4"/>
    <w:rsid w:val="00162770"/>
    <w:rsid w:val="00163108"/>
    <w:rsid w:val="00163517"/>
    <w:rsid w:val="00177EB4"/>
    <w:rsid w:val="001871D0"/>
    <w:rsid w:val="001A0B9B"/>
    <w:rsid w:val="001A1525"/>
    <w:rsid w:val="001A1FDB"/>
    <w:rsid w:val="001A35BD"/>
    <w:rsid w:val="001D06B8"/>
    <w:rsid w:val="001D5556"/>
    <w:rsid w:val="001E751D"/>
    <w:rsid w:val="001F001B"/>
    <w:rsid w:val="001F5F5D"/>
    <w:rsid w:val="00206AB8"/>
    <w:rsid w:val="0021614E"/>
    <w:rsid w:val="00232631"/>
    <w:rsid w:val="00250ECB"/>
    <w:rsid w:val="00253E84"/>
    <w:rsid w:val="00266E74"/>
    <w:rsid w:val="0027377C"/>
    <w:rsid w:val="002852D3"/>
    <w:rsid w:val="002916D4"/>
    <w:rsid w:val="0029273C"/>
    <w:rsid w:val="00297D0D"/>
    <w:rsid w:val="002A09B2"/>
    <w:rsid w:val="002B431A"/>
    <w:rsid w:val="002B69D6"/>
    <w:rsid w:val="002C3399"/>
    <w:rsid w:val="002C6C47"/>
    <w:rsid w:val="002D0E13"/>
    <w:rsid w:val="002D2DB0"/>
    <w:rsid w:val="002D5961"/>
    <w:rsid w:val="002F01E0"/>
    <w:rsid w:val="00300800"/>
    <w:rsid w:val="003238E1"/>
    <w:rsid w:val="003374EF"/>
    <w:rsid w:val="00352CF9"/>
    <w:rsid w:val="00356AB4"/>
    <w:rsid w:val="00374840"/>
    <w:rsid w:val="0038047C"/>
    <w:rsid w:val="003805B1"/>
    <w:rsid w:val="003819CE"/>
    <w:rsid w:val="0039215B"/>
    <w:rsid w:val="003A3BA7"/>
    <w:rsid w:val="003A7012"/>
    <w:rsid w:val="003A7859"/>
    <w:rsid w:val="003B138A"/>
    <w:rsid w:val="003B3402"/>
    <w:rsid w:val="003D7B08"/>
    <w:rsid w:val="003E6A6B"/>
    <w:rsid w:val="00415695"/>
    <w:rsid w:val="00417220"/>
    <w:rsid w:val="00425DC6"/>
    <w:rsid w:val="00430FCE"/>
    <w:rsid w:val="0044413C"/>
    <w:rsid w:val="00463055"/>
    <w:rsid w:val="0046503D"/>
    <w:rsid w:val="004A03ED"/>
    <w:rsid w:val="004A415C"/>
    <w:rsid w:val="004B7448"/>
    <w:rsid w:val="004C6107"/>
    <w:rsid w:val="004D27D5"/>
    <w:rsid w:val="004D2B1D"/>
    <w:rsid w:val="004D2FD3"/>
    <w:rsid w:val="004D5FC6"/>
    <w:rsid w:val="004E3736"/>
    <w:rsid w:val="0050174D"/>
    <w:rsid w:val="00511E57"/>
    <w:rsid w:val="00512446"/>
    <w:rsid w:val="005231F1"/>
    <w:rsid w:val="00530217"/>
    <w:rsid w:val="00551CD3"/>
    <w:rsid w:val="005538D7"/>
    <w:rsid w:val="00556658"/>
    <w:rsid w:val="00556E7F"/>
    <w:rsid w:val="0057403E"/>
    <w:rsid w:val="00574405"/>
    <w:rsid w:val="00583FCD"/>
    <w:rsid w:val="00585996"/>
    <w:rsid w:val="005915A6"/>
    <w:rsid w:val="005950D2"/>
    <w:rsid w:val="005A06BC"/>
    <w:rsid w:val="005A08D0"/>
    <w:rsid w:val="005B7C01"/>
    <w:rsid w:val="005C46C3"/>
    <w:rsid w:val="005D0E64"/>
    <w:rsid w:val="005D54DE"/>
    <w:rsid w:val="005E51FC"/>
    <w:rsid w:val="005E747C"/>
    <w:rsid w:val="00605D4E"/>
    <w:rsid w:val="00613222"/>
    <w:rsid w:val="0062732E"/>
    <w:rsid w:val="00633FC6"/>
    <w:rsid w:val="00634993"/>
    <w:rsid w:val="006723CA"/>
    <w:rsid w:val="00682708"/>
    <w:rsid w:val="006878BA"/>
    <w:rsid w:val="006A2E24"/>
    <w:rsid w:val="006A55B8"/>
    <w:rsid w:val="006A70BF"/>
    <w:rsid w:val="006B3157"/>
    <w:rsid w:val="006B770A"/>
    <w:rsid w:val="006C0998"/>
    <w:rsid w:val="006C4A0B"/>
    <w:rsid w:val="006D03ED"/>
    <w:rsid w:val="006E6596"/>
    <w:rsid w:val="006F7FAE"/>
    <w:rsid w:val="00713650"/>
    <w:rsid w:val="00715675"/>
    <w:rsid w:val="00731815"/>
    <w:rsid w:val="007334C6"/>
    <w:rsid w:val="00735332"/>
    <w:rsid w:val="007439D1"/>
    <w:rsid w:val="007463E3"/>
    <w:rsid w:val="007527C6"/>
    <w:rsid w:val="00765DE7"/>
    <w:rsid w:val="00771F01"/>
    <w:rsid w:val="00776A40"/>
    <w:rsid w:val="00777737"/>
    <w:rsid w:val="0077777D"/>
    <w:rsid w:val="00785024"/>
    <w:rsid w:val="0079392E"/>
    <w:rsid w:val="00794C27"/>
    <w:rsid w:val="007973CA"/>
    <w:rsid w:val="007B0784"/>
    <w:rsid w:val="007B3C45"/>
    <w:rsid w:val="007B5FF3"/>
    <w:rsid w:val="007E5EBD"/>
    <w:rsid w:val="0080006F"/>
    <w:rsid w:val="0080078A"/>
    <w:rsid w:val="00813874"/>
    <w:rsid w:val="008432F4"/>
    <w:rsid w:val="008518FB"/>
    <w:rsid w:val="00852238"/>
    <w:rsid w:val="0085797A"/>
    <w:rsid w:val="00867619"/>
    <w:rsid w:val="00873E91"/>
    <w:rsid w:val="00887F55"/>
    <w:rsid w:val="008A5394"/>
    <w:rsid w:val="008B0B84"/>
    <w:rsid w:val="008B2C2F"/>
    <w:rsid w:val="008B3B98"/>
    <w:rsid w:val="008B3D43"/>
    <w:rsid w:val="008B5404"/>
    <w:rsid w:val="008F18FE"/>
    <w:rsid w:val="008F565E"/>
    <w:rsid w:val="0090011F"/>
    <w:rsid w:val="009164DE"/>
    <w:rsid w:val="00916E49"/>
    <w:rsid w:val="00922A29"/>
    <w:rsid w:val="00926E88"/>
    <w:rsid w:val="00937EE5"/>
    <w:rsid w:val="009604C3"/>
    <w:rsid w:val="0098190B"/>
    <w:rsid w:val="009869CC"/>
    <w:rsid w:val="00991DB5"/>
    <w:rsid w:val="0099456C"/>
    <w:rsid w:val="009949ED"/>
    <w:rsid w:val="009A611A"/>
    <w:rsid w:val="009B26CD"/>
    <w:rsid w:val="009B7CB2"/>
    <w:rsid w:val="009F6C4D"/>
    <w:rsid w:val="00A10BF0"/>
    <w:rsid w:val="00A6446D"/>
    <w:rsid w:val="00A734BD"/>
    <w:rsid w:val="00A77CB5"/>
    <w:rsid w:val="00A80682"/>
    <w:rsid w:val="00A856D9"/>
    <w:rsid w:val="00A94F49"/>
    <w:rsid w:val="00A95D09"/>
    <w:rsid w:val="00AA0367"/>
    <w:rsid w:val="00AA0B58"/>
    <w:rsid w:val="00AA2C34"/>
    <w:rsid w:val="00AB2DC6"/>
    <w:rsid w:val="00AB384B"/>
    <w:rsid w:val="00AB7339"/>
    <w:rsid w:val="00AC1F46"/>
    <w:rsid w:val="00AC53D7"/>
    <w:rsid w:val="00B02C5D"/>
    <w:rsid w:val="00B12F4A"/>
    <w:rsid w:val="00B31905"/>
    <w:rsid w:val="00B4118F"/>
    <w:rsid w:val="00B45C83"/>
    <w:rsid w:val="00B5003E"/>
    <w:rsid w:val="00B60CD5"/>
    <w:rsid w:val="00B66638"/>
    <w:rsid w:val="00B83A24"/>
    <w:rsid w:val="00B8454F"/>
    <w:rsid w:val="00B84CC1"/>
    <w:rsid w:val="00B90840"/>
    <w:rsid w:val="00BB4A3D"/>
    <w:rsid w:val="00BC38D0"/>
    <w:rsid w:val="00BE68CB"/>
    <w:rsid w:val="00BE6951"/>
    <w:rsid w:val="00BF405D"/>
    <w:rsid w:val="00BF47B7"/>
    <w:rsid w:val="00BF6DDF"/>
    <w:rsid w:val="00C067F9"/>
    <w:rsid w:val="00C21BF3"/>
    <w:rsid w:val="00C361E8"/>
    <w:rsid w:val="00C460B0"/>
    <w:rsid w:val="00C46510"/>
    <w:rsid w:val="00C53CAF"/>
    <w:rsid w:val="00C543A3"/>
    <w:rsid w:val="00C57703"/>
    <w:rsid w:val="00C87596"/>
    <w:rsid w:val="00CA642D"/>
    <w:rsid w:val="00CA66B5"/>
    <w:rsid w:val="00CD4579"/>
    <w:rsid w:val="00CD66E0"/>
    <w:rsid w:val="00CD6D4C"/>
    <w:rsid w:val="00CE418E"/>
    <w:rsid w:val="00CE4ACC"/>
    <w:rsid w:val="00CE4C12"/>
    <w:rsid w:val="00CE4CF9"/>
    <w:rsid w:val="00D14BF0"/>
    <w:rsid w:val="00D26C35"/>
    <w:rsid w:val="00D4798B"/>
    <w:rsid w:val="00D57EFC"/>
    <w:rsid w:val="00D632AE"/>
    <w:rsid w:val="00D835EB"/>
    <w:rsid w:val="00D955D5"/>
    <w:rsid w:val="00DB4DAD"/>
    <w:rsid w:val="00DB6EFA"/>
    <w:rsid w:val="00DC0C72"/>
    <w:rsid w:val="00DC1E18"/>
    <w:rsid w:val="00DD33CA"/>
    <w:rsid w:val="00DD4F9A"/>
    <w:rsid w:val="00DD554F"/>
    <w:rsid w:val="00DD6B7A"/>
    <w:rsid w:val="00DD7B09"/>
    <w:rsid w:val="00DF1054"/>
    <w:rsid w:val="00E15426"/>
    <w:rsid w:val="00E22367"/>
    <w:rsid w:val="00E26489"/>
    <w:rsid w:val="00E37C0A"/>
    <w:rsid w:val="00E51F49"/>
    <w:rsid w:val="00E5605F"/>
    <w:rsid w:val="00E57312"/>
    <w:rsid w:val="00E57F67"/>
    <w:rsid w:val="00E715D6"/>
    <w:rsid w:val="00E8216E"/>
    <w:rsid w:val="00E9568F"/>
    <w:rsid w:val="00EA1CE3"/>
    <w:rsid w:val="00EA5E39"/>
    <w:rsid w:val="00EA666F"/>
    <w:rsid w:val="00EB041C"/>
    <w:rsid w:val="00EB2762"/>
    <w:rsid w:val="00EB70DA"/>
    <w:rsid w:val="00EC15DE"/>
    <w:rsid w:val="00EC36EE"/>
    <w:rsid w:val="00EC78D5"/>
    <w:rsid w:val="00ED060C"/>
    <w:rsid w:val="00EE3563"/>
    <w:rsid w:val="00EE6577"/>
    <w:rsid w:val="00EF2D36"/>
    <w:rsid w:val="00F01E37"/>
    <w:rsid w:val="00F108B4"/>
    <w:rsid w:val="00F167E0"/>
    <w:rsid w:val="00F173A5"/>
    <w:rsid w:val="00F17F83"/>
    <w:rsid w:val="00F217C8"/>
    <w:rsid w:val="00F31145"/>
    <w:rsid w:val="00F52CE2"/>
    <w:rsid w:val="00F62E53"/>
    <w:rsid w:val="00F74414"/>
    <w:rsid w:val="00F849B5"/>
    <w:rsid w:val="00F855F9"/>
    <w:rsid w:val="00F943DC"/>
    <w:rsid w:val="00FA406F"/>
    <w:rsid w:val="00FC3D42"/>
    <w:rsid w:val="00FC6F5C"/>
    <w:rsid w:val="00FD0462"/>
    <w:rsid w:val="00FD6D8E"/>
    <w:rsid w:val="00FE08C8"/>
    <w:rsid w:val="00FE1317"/>
    <w:rsid w:val="00FE5CE7"/>
    <w:rsid w:val="00FF149C"/>
    <w:rsid w:val="00FF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Cs w:val="20"/>
      <w:lang w:val="uk-UA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4">
    <w:name w:val="Body Text"/>
    <w:basedOn w:val="a"/>
    <w:pPr>
      <w:jc w:val="both"/>
    </w:pPr>
    <w:rPr>
      <w:sz w:val="28"/>
      <w:szCs w:val="20"/>
    </w:rPr>
  </w:style>
  <w:style w:type="paragraph" w:styleId="20">
    <w:name w:val="Body Text 2"/>
    <w:basedOn w:val="a"/>
    <w:pPr>
      <w:jc w:val="right"/>
    </w:pPr>
    <w:rPr>
      <w:sz w:val="28"/>
      <w:lang w:val="uk-UA"/>
    </w:rPr>
  </w:style>
  <w:style w:type="paragraph" w:styleId="a5">
    <w:name w:val="Balloon Text"/>
    <w:basedOn w:val="a"/>
    <w:semiHidden/>
    <w:rsid w:val="002F01E0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2F01E0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7334C6"/>
    <w:pPr>
      <w:spacing w:after="120"/>
      <w:ind w:left="283"/>
    </w:pPr>
  </w:style>
  <w:style w:type="table" w:styleId="a8">
    <w:name w:val="Table Grid"/>
    <w:basedOn w:val="a1"/>
    <w:rsid w:val="00733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4D2B1D"/>
  </w:style>
  <w:style w:type="paragraph" w:customStyle="1" w:styleId="aa">
    <w:name w:val="текст сноски"/>
    <w:basedOn w:val="a"/>
    <w:uiPriority w:val="99"/>
    <w:rsid w:val="00633FC6"/>
    <w:pPr>
      <w:autoSpaceDE w:val="0"/>
      <w:autoSpaceDN w:val="0"/>
    </w:pPr>
    <w:rPr>
      <w:sz w:val="20"/>
      <w:szCs w:val="20"/>
      <w:lang w:val="uk-UA"/>
    </w:rPr>
  </w:style>
  <w:style w:type="paragraph" w:customStyle="1" w:styleId="Body4Text521">
    <w:name w:val="Body4.Text5.21"/>
    <w:basedOn w:val="a"/>
    <w:uiPriority w:val="99"/>
    <w:rsid w:val="00633FC6"/>
    <w:pPr>
      <w:jc w:val="both"/>
    </w:pPr>
    <w:rPr>
      <w:lang w:val="uk-UA"/>
    </w:rPr>
  </w:style>
  <w:style w:type="paragraph" w:styleId="21">
    <w:name w:val="Body Text Indent 2"/>
    <w:basedOn w:val="a"/>
    <w:link w:val="22"/>
    <w:rsid w:val="002916D4"/>
    <w:pPr>
      <w:spacing w:after="120" w:line="480" w:lineRule="auto"/>
      <w:ind w:left="283"/>
    </w:pPr>
  </w:style>
  <w:style w:type="paragraph" w:customStyle="1" w:styleId="ab">
    <w:basedOn w:val="a"/>
    <w:rsid w:val="002916D4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 Знак Знак1 Знак Знак"/>
    <w:basedOn w:val="a"/>
    <w:rsid w:val="002916D4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 Знак Знак"/>
    <w:basedOn w:val="a"/>
    <w:rsid w:val="005950D2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link w:val="a0"/>
    <w:rsid w:val="008F565E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C3D42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 Знак Знак"/>
    <w:basedOn w:val="a"/>
    <w:link w:val="a0"/>
    <w:rsid w:val="00EC36EE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locked/>
    <w:rsid w:val="00EC36E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le\Application%20Data\Microsoft\&#1064;&#1072;&#1073;&#1083;&#1086;&#1085;&#1099;\&#1073;&#1083;&#1072;&#1085;&#1082;-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бланк-2011.dot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ДЕРЖКОМСТАТ УКРАЇНИ</vt:lpstr>
    </vt:vector>
  </TitlesOfParts>
  <Company>Stat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ДЕРЖКОМСТАТ УКРАЇНИ</dc:title>
  <dc:creator>Aple</dc:creator>
  <cp:lastModifiedBy>Kalinovska</cp:lastModifiedBy>
  <cp:revision>2</cp:revision>
  <cp:lastPrinted>2011-11-30T08:23:00Z</cp:lastPrinted>
  <dcterms:created xsi:type="dcterms:W3CDTF">2017-11-20T14:50:00Z</dcterms:created>
  <dcterms:modified xsi:type="dcterms:W3CDTF">2017-11-20T14:50:00Z</dcterms:modified>
</cp:coreProperties>
</file>